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A894B" w14:textId="77777777" w:rsidR="00B72E3E" w:rsidRPr="00B72E3E" w:rsidRDefault="00B72E3E" w:rsidP="00B72E3E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B72E3E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SARS-CoV-2/human/USA/TX-HHD-2205174858/2021, complete genome</w:t>
      </w:r>
    </w:p>
    <w:p w14:paraId="71F1CDEC" w14:textId="77777777" w:rsidR="00B72E3E" w:rsidRPr="00B72E3E" w:rsidRDefault="00B72E3E" w:rsidP="00B72E3E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72E3E">
        <w:rPr>
          <w:rFonts w:ascii="ＭＳ Ｐゴシック" w:eastAsia="ＭＳ Ｐゴシック" w:hAnsi="ＭＳ Ｐゴシック" w:cs="ＭＳ Ｐゴシック"/>
          <w:kern w:val="0"/>
          <w:sz w:val="24"/>
        </w:rPr>
        <w:t>GenBank: ON762438.1</w:t>
      </w:r>
    </w:p>
    <w:p w14:paraId="6475C21B" w14:textId="77777777" w:rsidR="00B72E3E" w:rsidRPr="00B72E3E" w:rsidRDefault="00B72E3E" w:rsidP="00B72E3E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72E3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72E3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"https://www.ncbi.nlm.nih.gov/nuccore/ON762438.1?report=fasta" </w:instrText>
      </w:r>
      <w:r w:rsidRPr="00B72E3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72E3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B72E3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B72E3E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B72E3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72E3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"https://www.ncbi.nlm.nih.gov/nuccore/ON762438.1?report=graph" </w:instrText>
      </w:r>
      <w:r w:rsidRPr="00B72E3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72E3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B72E3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B72E3E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762438.1"/>
    <w:bookmarkEnd w:id="1"/>
    <w:p w14:paraId="14A46AE4" w14:textId="77777777" w:rsidR="00B72E3E" w:rsidRPr="00B72E3E" w:rsidRDefault="00B72E3E" w:rsidP="00B72E3E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72E3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72E3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"https://www.ncbi.nlm.nih.gov/nuccore/ON762438.1" \l "goto2252901368_0" </w:instrText>
      </w:r>
      <w:r w:rsidRPr="00B72E3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72E3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B72E3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02A56195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>LOCUS       ON762438               29852 bp    RNA     linear   VRL 14-JUN-2022</w:t>
      </w:r>
    </w:p>
    <w:p w14:paraId="1D9D3FD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34A5C84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SARS-CoV-2/human/USA/TX-HHD-2205174858/2021, complete genome.</w:t>
      </w:r>
    </w:p>
    <w:p w14:paraId="5700779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>ACCESSION   ON762438</w:t>
      </w:r>
    </w:p>
    <w:p w14:paraId="47F815F2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>VERSION     ON762438.1</w:t>
      </w:r>
    </w:p>
    <w:p w14:paraId="136ED31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"https://www.ncbi.nlm.nih.gov/bioproject/PRJNA764181"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PRJNA764181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DA3C0BD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"https://www.ncbi.nlm.nih.gov/biosample/SAMN29040527"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SAMN29040527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E25E7C8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7F39A451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6161AE4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B671D7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3DE2A2B1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3A884455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18B2372A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29852)</w:t>
      </w:r>
    </w:p>
    <w:p w14:paraId="07FB0846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Penn,R., Brown,P., Lara,A. and Lai,Y.</w:t>
      </w:r>
    </w:p>
    <w:p w14:paraId="447919E1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74E2AC45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(14-JUN-2022) Houston Health Department, Disease</w:t>
      </w:r>
    </w:p>
    <w:p w14:paraId="36F7C39C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Prevention and Control, 2250 Holcombe Blvd., Houston, TX 77030, USA</w:t>
      </w:r>
    </w:p>
    <w:p w14:paraId="5A180AEA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762438.1"/>
      <w:bookmarkEnd w:id="2"/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6767ABA4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Terra v. June-2022</w:t>
      </w:r>
    </w:p>
    <w:p w14:paraId="0F309D5B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5711595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4F9C472D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762438.1"/>
      <w:bookmarkEnd w:id="3"/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39635F84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1..29852</w:t>
      </w:r>
    </w:p>
    <w:p w14:paraId="3454207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1A6D98EC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7990519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0975FCE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/isolate="SARS-CoV-2/human/USA/TX-HHD-2205174858/2021"</w:t>
      </w:r>
    </w:p>
    <w:p w14:paraId="3A433A2D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/isolation_source="clinical"</w:t>
      </w:r>
    </w:p>
    <w:p w14:paraId="401BB01B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13FDAE6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9BD49ED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/country="USA"</w:t>
      </w:r>
    </w:p>
    <w:p w14:paraId="3DC9CE8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/collection_date="2021-12-20"</w:t>
      </w:r>
    </w:p>
    <w:p w14:paraId="0206118B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"https://www.ncbi.nlm.nih.gov/nuccore/ON762438.1?from=245&amp;to=21522"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245..21522</w:t>
      </w:r>
    </w:p>
    <w:p w14:paraId="3DDBA52A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5C016C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"https://www.ncbi.nlm.nih.gov/nuccore/ON762438.1?location=245:13435,13435:21522"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join(245..13435,13435..21522)</w:t>
      </w:r>
    </w:p>
    <w:p w14:paraId="1AAF4974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A1A9FA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202B68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D22648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2B76EA41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"https://www.ncbi.nlm.nih.gov/protein/2252901369"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USE48332.1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C05926A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CCE94F8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C35CB3B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6C267C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B152DB8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687A431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CB2B60E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EFF1126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A41C562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83E0DA1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F9DA8D6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E63014C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7357522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8DB7FDB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7C4BA9E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13812D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F38B5D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DA43E1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0EDC08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C00F22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B55E76E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99C4212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A9FA7F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9FACEF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5E2FB0D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FC5FE55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9BAF03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39DAEE5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34B3CEA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86CBFEA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F0B44DA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E5D5F06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F133E85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ETLYCIDGALLTKSSEYKGPITDVFYKENSYTTTIKPVTYKLDGVVCTEIDPKLDNYY</w:t>
      </w:r>
    </w:p>
    <w:p w14:paraId="2052704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5A90B8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12B6647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8FF626C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86F9EA8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D264934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00D3363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1D4C702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1AE37371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22D08195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407E834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E63D9C6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47A6545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2FDD45C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EC8AFF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412F80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6C152F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197EF2C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CBF3BFA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F6CF396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1C98E72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C6A73CB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2AE91E6B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C40C962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C7A9E9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37243ACA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3F02922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F66B75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2949B7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6A1BE3D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AFF9162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497928E1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8221621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5EB7DA6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4E41DF1B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018F22A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80F098D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3EE4D5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819409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BCFE015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0D46FCE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0D1F412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YLASGGQPITNCVKMLCTHTGTGQAITVTPEANMDQESFGGASCCLYCRCHIDHPNPK</w:t>
      </w:r>
    </w:p>
    <w:p w14:paraId="418D4642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3CD30C2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51D47A1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5F5B8DC1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565A0C1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578DB1AE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71E64151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2964A9DA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15D4D98E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21AAC965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2FFCF2F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1602E92C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08B7E9D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1293BBEC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489D1125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4CA78C1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52B5109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07493A7C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1F55562E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27D7DFDB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1FB3906E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46B88475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2FBE54B2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33C4027D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01A03661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7A52C6DB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54A3B26D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2700D026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653DFF65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167BAB5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216A21A6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7F99916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416B194B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44B6312E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1C8990D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648788B6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3E9495D1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65445BC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0A80B30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066040E7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35A683FC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5022188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DFIPMDSTVKNYFITDAQTGSSKCVCSVIDLLLDDFVEIIKSQDLSVVSKVVKVTIDY</w:t>
      </w:r>
    </w:p>
    <w:p w14:paraId="47133BB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47E7E647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267A0E1B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337BF342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352FEF76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0B025C76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74A1BF21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"https://www.ncbi.nlm.nih.gov/protein/USE48332.1?from=1&amp;to=180"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245..784</w:t>
      </w:r>
    </w:p>
    <w:p w14:paraId="7C2E51E4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08903E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B924A1B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"https://www.ncbi.nlm.nih.gov/protein/USE48332.1?from=181&amp;to=818"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785..2698</w:t>
      </w:r>
    </w:p>
    <w:p w14:paraId="5631AE65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FC488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B78770E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"https://www.ncbi.nlm.nih.gov/protein/USE48332.1?from=819&amp;to=2762"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2699..8530</w:t>
      </w:r>
    </w:p>
    <w:p w14:paraId="677C3D82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5093D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2459E37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"https://www.ncbi.nlm.nih.gov/protein/USE48332.1?from=2763&amp;to=3262"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8531..10030</w:t>
      </w:r>
    </w:p>
    <w:p w14:paraId="03D3736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FF24E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438E1F5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"https://www.ncbi.nlm.nih.gov/protein/USE48332.1?from=3263&amp;to=3568"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10031..10948</w:t>
      </w:r>
    </w:p>
    <w:p w14:paraId="65413484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8894DB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FC3546C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"https://www.ncbi.nlm.nih.gov/protein/USE48332.1?from=3569&amp;to=3855"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10949..11809</w:t>
      </w:r>
    </w:p>
    <w:p w14:paraId="438A9C4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9A6952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9C74F9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"https://www.ncbi.nlm.nih.gov/protein/USE48332.1?from=3856&amp;to=3938"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11810..12058</w:t>
      </w:r>
    </w:p>
    <w:p w14:paraId="2E456E22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9EE81E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33B919A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"https://www.ncbi.nlm.nih.gov/protein/USE48332.1?from=3939&amp;to=4136"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12059..12652</w:t>
      </w:r>
    </w:p>
    <w:p w14:paraId="5F4D9E74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C4BC5B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97ABE54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"https://www.ncbi.nlm.nih.gov/protein/USE48332.1?from=4137&amp;to=4249"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12653..12991</w:t>
      </w:r>
    </w:p>
    <w:p w14:paraId="74E4A375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5FC4F5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F138B7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"https://www.ncbi.nlm.nih.gov/protein/USE48332.1?from=4250&amp;to=4388"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12992..13408</w:t>
      </w:r>
    </w:p>
    <w:p w14:paraId="1BD98736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24D13A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67B50CC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"https://www.ncbi.nlm.nih.gov/protein/USE48332.1?from=4389&amp;to=5320"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join(13409..13435,13435..16203)</w:t>
      </w:r>
    </w:p>
    <w:p w14:paraId="33D77AD4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8FE3E4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6726899A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"https://www.ncbi.nlm.nih.gov/protein/USE48332.1?from=5321&amp;to=5921"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16204..18006</w:t>
      </w:r>
    </w:p>
    <w:p w14:paraId="4C79C8D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19B4AB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/product="helicase"</w:t>
      </w:r>
    </w:p>
    <w:p w14:paraId="3034ED8C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"https://www.ncbi.nlm.nih.gov/protein/USE48332.1?from=5922&amp;to=6448"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18007..19587</w:t>
      </w:r>
    </w:p>
    <w:p w14:paraId="7989DD36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F85A27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2AA7559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"https://www.ncbi.nlm.nih.gov/protein/USE48332.1?from=6449&amp;to=6794"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19588..20625</w:t>
      </w:r>
    </w:p>
    <w:p w14:paraId="708C8B3A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C6216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DFD98C8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"https://www.ncbi.nlm.nih.gov/protein/USE48332.1?from=6795&amp;to=7092"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20626..21519</w:t>
      </w:r>
    </w:p>
    <w:p w14:paraId="04DB1B5C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B53EB5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18339EFE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"https://www.ncbi.nlm.nih.gov/nuccore/ON762438.1?from=245&amp;to=13450"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245..13450</w:t>
      </w:r>
    </w:p>
    <w:p w14:paraId="0F6725B5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1E436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B0CBE87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72F62166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"https://www.ncbi.nlm.nih.gov/protein/2252901370"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USE48333.1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76C4D86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0E6F71B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7A29016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27E8E8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C2FD37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1CFB1E8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7E8BD9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6BD249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1308DB2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EB88FED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9763BA8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7DB890D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C259C94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9F49FF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8A9F4DD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B23A138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0ECC082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5A1E291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E7D960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2F0E56B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E9E0087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E871FE5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0DF80C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95B9A5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A3C21B1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FE55E57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D60FDA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CF0E06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FDNLKTLLSLREVRTIKVFTTVDNINLHTQVVDMSMTYGQQFGPTYLDGADVTKIKPH</w:t>
      </w:r>
    </w:p>
    <w:p w14:paraId="1FDD308D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39C4AF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DF5CDD7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9E6633B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679BC22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73314D4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DB2F6DC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5B53AB4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499CAA2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AFF6805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346400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91295C5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690888D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777B8D8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6FAE42E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210648C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9EE0C4D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C5ABDB6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02CE3DB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52E2267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5EA74BA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E8CDCF6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D059797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A956DFA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1A8B58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048241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A9CE3AA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7FD6C6C6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D9487D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762C7BA7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3909E32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E11A69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0632266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CF76AEC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4ACDBA1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1692D2B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4AF6AD87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746BE4E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A38D84A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1CE8A97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BA7986D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78F51B5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RDAAMQRKLEKMADQAMTQMYKQARSEDKRAKVTSAMQTMLFTMLRKLDNDALNNIIN</w:t>
      </w:r>
    </w:p>
    <w:p w14:paraId="103E6ADE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5967F85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9A6E5FC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52D1D82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75D2CD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C8D7564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9DD55E5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4B35007E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"https://www.ncbi.nlm.nih.gov/protein/USE48333.1?from=1&amp;to=180"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245..784</w:t>
      </w:r>
    </w:p>
    <w:p w14:paraId="4B60B47E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F933FE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E4C788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"https://www.ncbi.nlm.nih.gov/protein/USE48333.1?from=181&amp;to=818"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785..2698</w:t>
      </w:r>
    </w:p>
    <w:p w14:paraId="26B8CA68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39B8D2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3741D3E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"https://www.ncbi.nlm.nih.gov/protein/USE48333.1?from=819&amp;to=2762"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2699..8530</w:t>
      </w:r>
    </w:p>
    <w:p w14:paraId="08929BE8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73D896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648F35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"https://www.ncbi.nlm.nih.gov/protein/USE48333.1?from=2763&amp;to=3262"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8531..10030</w:t>
      </w:r>
    </w:p>
    <w:p w14:paraId="57AD472C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903DA6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199DAE8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"https://www.ncbi.nlm.nih.gov/protein/USE48333.1?from=3263&amp;to=3568"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10031..10948</w:t>
      </w:r>
    </w:p>
    <w:p w14:paraId="566FA257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B3B5F4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0581D04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"https://www.ncbi.nlm.nih.gov/protein/USE48333.1?from=3569&amp;to=3855"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10949..11809</w:t>
      </w:r>
    </w:p>
    <w:p w14:paraId="7F5E185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D7AAA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7B995D1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"https://www.ncbi.nlm.nih.gov/protein/USE48333.1?from=3856&amp;to=3938"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11810..12058</w:t>
      </w:r>
    </w:p>
    <w:p w14:paraId="75B536A8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FED307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1F2811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"https://www.ncbi.nlm.nih.gov/protein/USE48333.1?from=3939&amp;to=4136"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12059..12652</w:t>
      </w:r>
    </w:p>
    <w:p w14:paraId="6F4F4F7B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A912C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1412D57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"https://www.ncbi.nlm.nih.gov/protein/USE48333.1?from=4137&amp;to=4249"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12653..12991</w:t>
      </w:r>
    </w:p>
    <w:p w14:paraId="3C75111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1C5DF7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54DB927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"https://www.ncbi.nlm.nih.gov/protein/USE48333.1?from=4250&amp;to=4388"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12992..13408</w:t>
      </w:r>
    </w:p>
    <w:p w14:paraId="51C4E0B6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ED9444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D5DA8A2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"https://www.ncbi.nlm.nih.gov/protein/USE48333.1?from=4389&amp;to=4401"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13409..13447</w:t>
      </w:r>
    </w:p>
    <w:p w14:paraId="2D1AFD9C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800A55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E1955B6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"https://www.ncbi.nlm.nih.gov/nuccore/ON762438.1?from=13443&amp;to=13470"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13443..13470</w:t>
      </w:r>
    </w:p>
    <w:p w14:paraId="5CFA2A9D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0441C0D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990095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55C2430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"https://www.ncbi.nlm.nih.gov/nuccore/ON762438.1?from=13455&amp;to=13509"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13455..13509</w:t>
      </w:r>
    </w:p>
    <w:p w14:paraId="1891BB16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C2EB2C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5C4C8F5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95E2DE7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"https://www.ncbi.nlm.nih.gov/nuccore/ON762438.1?from=21530&amp;to=25342"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21530..25342</w:t>
      </w:r>
    </w:p>
    <w:p w14:paraId="0D13DB07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DC6426E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"https://www.ncbi.nlm.nih.gov/nuccore/ON762438.1?from=21530&amp;to=25342"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21530..25342</w:t>
      </w:r>
    </w:p>
    <w:p w14:paraId="49EF5A37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E64CB2A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BD30CA1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6A987EC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"https://www.ncbi.nlm.nih.gov/protein/2252901371"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USE48334.1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744E06C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286295A8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691422C6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4486F07A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07C45D67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133FED2C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167A5FAB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6FB4DCD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08881286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673B550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6A38D54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215B4E21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46D0FE16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5AB0716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3DFA527B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473B1405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407BEDC4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6D5D4BE5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2F358C46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34532B7A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75B7BD2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24E1BA6C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02B98EF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23AD4E87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"https://www.ncbi.nlm.nih.gov/nuccore/ON762438.1?from=25351&amp;to=26178"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25351..26178</w:t>
      </w:r>
    </w:p>
    <w:p w14:paraId="4AAA5382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3527121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"https://www.ncbi.nlm.nih.gov/nuccore/ON762438.1?from=25351&amp;to=26178"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25351..26178</w:t>
      </w:r>
    </w:p>
    <w:p w14:paraId="0CCABCBC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8B71F3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434495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/product="ORF3a protein"</w:t>
      </w:r>
    </w:p>
    <w:p w14:paraId="64EDB7FD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"https://www.ncbi.nlm.nih.gov/protein/2252901372"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USE48335.1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EB83FA7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4D6E9BD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275E885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APFFYLYALVYFLQSINFVRIIMRLWLCWKCRSKNPLLYDANYFLCWHTNCYDYCIPY</w:t>
      </w:r>
    </w:p>
    <w:p w14:paraId="70A037C8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4D88E1E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174E2FB6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"https://www.ncbi.nlm.nih.gov/nuccore/ON762438.1?from=26203&amp;to=26430"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26203..26430</w:t>
      </w:r>
    </w:p>
    <w:p w14:paraId="2D890AB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D6D181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"https://www.ncbi.nlm.nih.gov/nuccore/ON762438.1?from=26203&amp;to=26430"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26203..26430</w:t>
      </w:r>
    </w:p>
    <w:p w14:paraId="5D4350F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A85657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A93B69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FCFB536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"https://www.ncbi.nlm.nih.gov/protein/2252901373"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USE48336.1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E67BEF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0D160E95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223A1F7B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"https://www.ncbi.nlm.nih.gov/nuccore/ON762438.1?from=26481&amp;to=27149"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26481..27149</w:t>
      </w:r>
    </w:p>
    <w:p w14:paraId="2AD671C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FD691D6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"https://www.ncbi.nlm.nih.gov/nuccore/ON762438.1?from=26481&amp;to=27149"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26481..27149</w:t>
      </w:r>
    </w:p>
    <w:p w14:paraId="65A5BCB2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244DF8B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7409A08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14620A2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"https://www.ncbi.nlm.nih.gov/protein/2252901374"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USE48337.1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02BA367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75287337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BD90C27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40B401B8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54B2C99B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69ED306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"https://www.ncbi.nlm.nih.gov/nuccore/ON762438.1?from=27160&amp;to=27345"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27160..27345</w:t>
      </w:r>
    </w:p>
    <w:p w14:paraId="4B65B06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72C93D1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"https://www.ncbi.nlm.nih.gov/nuccore/ON762438.1?from=27160&amp;to=27345"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27160..27345</w:t>
      </w:r>
    </w:p>
    <w:p w14:paraId="242F8834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E88ED1C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5FD2A2E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0C480CD7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"https://www.ncbi.nlm.nih.gov/protein/2252901375"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USE48338.1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3215DC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7216CA84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6F64317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"https://www.ncbi.nlm.nih.gov/nuccore/ON762438.1?from=27352&amp;to=27717"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27352..27717</w:t>
      </w:r>
    </w:p>
    <w:p w14:paraId="71CBC59A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168978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"https://www.ncbi.nlm.nih.gov/nuccore/ON762438.1?from=27352&amp;to=27717"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27352..27717</w:t>
      </w:r>
    </w:p>
    <w:p w14:paraId="14894C17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238DD7A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A958A55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/product="ORF7a protein"</w:t>
      </w:r>
    </w:p>
    <w:p w14:paraId="25E89FD8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"https://www.ncbi.nlm.nih.gov/protein/2252901376"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USE48339.1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848E77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4FE419A4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7CB893D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500DD66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"https://www.ncbi.nlm.nih.gov/nuccore/ON762438.1?from=27714&amp;to=27845"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27714..27845</w:t>
      </w:r>
    </w:p>
    <w:p w14:paraId="3DE7527C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E543ECD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"https://www.ncbi.nlm.nih.gov/nuccore/ON762438.1?from=27714&amp;to=27845"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27714..27845</w:t>
      </w:r>
    </w:p>
    <w:p w14:paraId="30FA43EC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C0C7B8C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5EC4FEC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65C2F51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"https://www.ncbi.nlm.nih.gov/protein/2252901377"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USE48340.1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34048F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43C29FC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"https://www.ncbi.nlm.nih.gov/nuccore/ON762438.1?from=27852&amp;to=28217"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27852..28217</w:t>
      </w:r>
    </w:p>
    <w:p w14:paraId="232384DD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4ACD46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"https://www.ncbi.nlm.nih.gov/nuccore/ON762438.1?from=27852&amp;to=28217"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27852..28217</w:t>
      </w:r>
    </w:p>
    <w:p w14:paraId="155C224C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A9C72AA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EE787F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35744DB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"https://www.ncbi.nlm.nih.gov/protein/2252901378"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USE48341.1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5F9354A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047E266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76944B67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321DB6A4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"https://www.ncbi.nlm.nih.gov/nuccore/ON762438.1?from=28232&amp;to=29482"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28232..29482</w:t>
      </w:r>
    </w:p>
    <w:p w14:paraId="38F46DB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4230CC2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"https://www.ncbi.nlm.nih.gov/nuccore/ON762438.1?from=28232&amp;to=29482"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28232..29482</w:t>
      </w:r>
    </w:p>
    <w:p w14:paraId="1FAD362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3047C65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E2507EE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1DAE1C1D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"https://www.ncbi.nlm.nih.gov/protein/2252901379"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USE48342.1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7958AE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394BE46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2F85168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1FBF4411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07A30B08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14EAF6FE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151233E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KLDDKGPNFKDQVILLNKHIDAYKTFPPTEPKKDKKKKADETQALPQRQKKQQTVTLL</w:t>
      </w:r>
    </w:p>
    <w:p w14:paraId="765D351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70CBE62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"https://www.ncbi.nlm.nih.gov/nuccore/ON762438.1?from=29507&amp;to=29623"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29507..29623</w:t>
      </w:r>
    </w:p>
    <w:p w14:paraId="5949B57E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BC493B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"https://www.ncbi.nlm.nih.gov/nuccore/ON762438.1?from=29507&amp;to=29623"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29507..29623</w:t>
      </w:r>
    </w:p>
    <w:p w14:paraId="3F62BCE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9F4B39E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4B9B90DC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2A11274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"https://www.ncbi.nlm.nih.gov/protein/2252901380"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USE48343.1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F1DBDF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630CA1E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"https://www.ncbi.nlm.nih.gov/nuccore/ON762438.1?from=29558&amp;to=29593"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29558..29593</w:t>
      </w:r>
    </w:p>
    <w:p w14:paraId="76AB6B7C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947751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35632BA6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"https://www.ncbi.nlm.nih.gov/nuccore/ON762438.1?from=29578&amp;to=29606"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29578..29606</w:t>
      </w:r>
    </w:p>
    <w:p w14:paraId="388E5FAA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8F8C6DD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0AF1D86A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"https://www.ncbi.nlm.nih.gov/nuccore/ON762438.1?from=29677&amp;to=29717" </w:instrTex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72E3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29677..29717</w:t>
      </w:r>
    </w:p>
    <w:p w14:paraId="7B0822F6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02322A0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59826544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762438.1"/>
      <w:bookmarkEnd w:id="4"/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aggtaacaaa ccaaccaact ttcgatctct tgtagatctg ttctctaaac gaactttaaa</w:t>
      </w:r>
    </w:p>
    <w:p w14:paraId="7A73DA0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atctgtgtgg ctgtcactcg gctgcatgct tagtgcactc acgcagtata attaataact</w:t>
      </w:r>
    </w:p>
    <w:p w14:paraId="4980978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aattactgtc gttgacagga cacgagtaac tcgtctatct tctgcaggct gcttacggtt</w:t>
      </w:r>
    </w:p>
    <w:p w14:paraId="65423DCE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tcgtccgtgt tgcagccgat catcagcaca tctaggtttt gtccgggtgt gaccgaaagg</w:t>
      </w:r>
    </w:p>
    <w:p w14:paraId="3949FC46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taagatggag agccttgtcc ctggtttcaa cgagaaaaca cacgtccaac tcagtttgcc</w:t>
      </w:r>
    </w:p>
    <w:p w14:paraId="665FED9B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tgttttacag gttcgcgacg tgctcgtacg tggctttgga gactccgtgg aggaggtctt</w:t>
      </w:r>
    </w:p>
    <w:p w14:paraId="092B4DE5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atcagaggca cgtcaacatc ttaaagatgg cacttgtggc ttagtagaag ttgaaaaagg</w:t>
      </w:r>
    </w:p>
    <w:p w14:paraId="5D5803F6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cgttttgcct caacttgaac agccctatgt gttcatcaaa cgttcggatg ctcgaactgc</w:t>
      </w:r>
    </w:p>
    <w:p w14:paraId="149CCFE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acctcatggt catgttatgg ttgagctggt agcagaactc gaaggcattc agtacggtcg</w:t>
      </w:r>
    </w:p>
    <w:p w14:paraId="5EE1B5F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tagtggtgag acacttggtg tccttgtccc tcatgtgggc gaaataccag tggcttaccg</w:t>
      </w:r>
    </w:p>
    <w:p w14:paraId="140E18FA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caaggttctt cttcgtaaga acggtaataa aggagctggt ggccatagtt acggcgccga</w:t>
      </w:r>
    </w:p>
    <w:p w14:paraId="7BE0DF4C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tctaaagtca tttgacttag gcgacgagct tggcactgat ccttatgaag attttcaaga</w:t>
      </w:r>
    </w:p>
    <w:p w14:paraId="7CE3547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aaactggaac actaaacata gcagtggtgt tacccgtgaa ctcatgcgtg agcttaacgg</w:t>
      </w:r>
    </w:p>
    <w:p w14:paraId="382BCB12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aggggcatac actcgctatg tcgataacaa cttctgtggc cctgatggct accctcttga</w:t>
      </w:r>
    </w:p>
    <w:p w14:paraId="031A3ECB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gtgcattaaa gaccttctag cacgtgctgg taaagcttca tgcactttgt ccgaacaact</w:t>
      </w:r>
    </w:p>
    <w:p w14:paraId="20E7AFA4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ggactttatt gacactaaga ggggtgtata ctgctgccgt gaacatgagc atgaaattgc</w:t>
      </w:r>
    </w:p>
    <w:p w14:paraId="7349DB67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ttggtacacg gaacgttctg aaaagagcta tgaattgcag acaccttttg aaattaaatt</w:t>
      </w:r>
    </w:p>
    <w:p w14:paraId="7372F16E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ggcaaagaaa tttgacacct tcaatgggga atgtccaaat tttgtatttc ccttaaattc</w:t>
      </w:r>
    </w:p>
    <w:p w14:paraId="1BA50246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cataatcaag actattcaac caagggttga aaagaaaaag cttgatggct ttatgggtag</w:t>
      </w:r>
    </w:p>
    <w:p w14:paraId="2454EDE8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aattcgatct gtctatccag ttgcgtcacc aaatgaatgc aaccaaatgt gcctttcaac</w:t>
      </w:r>
    </w:p>
    <w:p w14:paraId="693792C7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tctcatgaag tgtgatcatt gtggtgaaac ttcatggcag acgggcgatt ttgttaaagc</w:t>
      </w:r>
    </w:p>
    <w:p w14:paraId="1406D0A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cacttgcgaa ttttgtggca ctgagaattt gactaaagaa ggtgccacta cttgtggtta</w:t>
      </w:r>
    </w:p>
    <w:p w14:paraId="647F9A3D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cttaccccaa aatgctgttg ttaaaattta ttgtccagca tgtcacaatt cagaagtagg</w:t>
      </w:r>
    </w:p>
    <w:p w14:paraId="0E4D14DE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acctgagcat agtcttgccg aataccataa tgaatctggc ttgaaaacca ttcttcgtaa</w:t>
      </w:r>
    </w:p>
    <w:p w14:paraId="3E26420B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gggtggtcgc actattgcct ttggaggctg tgtgttctct tatgttggtt gccataacaa</w:t>
      </w:r>
    </w:p>
    <w:p w14:paraId="5CC07F14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gtgtgcctat tgggttccac gtgctagcgc taacataggt tgtaaccata caggtgttgt</w:t>
      </w:r>
    </w:p>
    <w:p w14:paraId="5FD80F5C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tggagaaggt tccgaaggtc ttaatgacaa ccttcttgaa atactccaaa aagagaaagt</w:t>
      </w:r>
    </w:p>
    <w:p w14:paraId="7ED2283D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caacatcaat attgttggtg actttaaact taatgaagag atcgccatta ttttggcatc</w:t>
      </w:r>
    </w:p>
    <w:p w14:paraId="5F5EBAF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tttttctgct tccacaagtg cttttgtgga aactgtgaaa ggtttggatt ataaagcatt</w:t>
      </w:r>
    </w:p>
    <w:p w14:paraId="5037C46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1741 caaacaaatt gttgaatcct gtggtaattt taaagttaca aaaggaaaag ctaaaaaagg</w:t>
      </w:r>
    </w:p>
    <w:p w14:paraId="0675F351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tgcctggaat attggtgaac agaaatcaat actgagtcct ctttatgcat ttgcatcaga</w:t>
      </w:r>
    </w:p>
    <w:p w14:paraId="76042CBC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ggctgctcgt gttgtacgat caattttctc ccgcactctt gaaactgctc aaaattctgt</w:t>
      </w:r>
    </w:p>
    <w:p w14:paraId="19351EFC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gcgtgtttta cagaaggccg ctataacaat actagatgga atttcacagt attcactgag</w:t>
      </w:r>
    </w:p>
    <w:p w14:paraId="25F2789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actcattgat gctatgatgt tcacatctga tttggctact aacaatctag ttgtaatggc</w:t>
      </w:r>
    </w:p>
    <w:p w14:paraId="62095142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ctacattaca ggtggtgttg ttcagttgac ttcgcagtgg ctaactaaca tctttggcac</w:t>
      </w:r>
    </w:p>
    <w:p w14:paraId="1A7F3C5A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tgtttatgaa aaactcaaac ccgtccttga ttggcttgaa gagaagttta aggaaggtgt</w:t>
      </w:r>
    </w:p>
    <w:p w14:paraId="1E3B0756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agagtttctt agagacggtt gggaaattgt taaatttatc tcaacctgtg cttgtgaaat</w:t>
      </w:r>
    </w:p>
    <w:p w14:paraId="5995426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tgtcggtgga caaattgtca cctgtgcaaa ggaaattaag gagagtgttc agacattctt</w:t>
      </w:r>
    </w:p>
    <w:p w14:paraId="4E20A921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taagcttgta aataaatttt tggctttgtg tgctgactct atcattattg gtggagctaa</w:t>
      </w:r>
    </w:p>
    <w:p w14:paraId="560536AC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acttaaagcc ttgaatttag gtgaaacatt tgtcacgcac tcaaagggat tgtacagaaa</w:t>
      </w:r>
    </w:p>
    <w:p w14:paraId="210F3C9A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gtgtgttaaa tccagagaag aaactggcct actcatgcct ctaaaagccc caaaagaaat</w:t>
      </w:r>
    </w:p>
    <w:p w14:paraId="6094AACC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tatcttctta gagggagaaa cacttcccac agaagtgtta acagaggaag ttgtcttgaa</w:t>
      </w:r>
    </w:p>
    <w:p w14:paraId="42693F8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aactggtgat ttacaaccat tagaacaacc tactagtgaa gctgttgaag ctccattggt</w:t>
      </w:r>
    </w:p>
    <w:p w14:paraId="5AB8168E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tggtacacca gtttgtatta acgggcttat gttgctcgaa atcaaagaca cagaaaagta</w:t>
      </w:r>
    </w:p>
    <w:p w14:paraId="63463BF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ctgtgccctt gcacctaata tgatggtaac aaacaatacc ttcacactca aaggcggtgc</w:t>
      </w:r>
    </w:p>
    <w:p w14:paraId="1877990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accaacaaag gttacttttg gtgatgacac tgtgatagaa gtgcaaggtt acaagagtgt</w:t>
      </w:r>
    </w:p>
    <w:p w14:paraId="3F354ACD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gaatatcact tttgaacttg atgaaaggat tgataaagta cttaatgaga ggtgctctgc</w:t>
      </w:r>
    </w:p>
    <w:p w14:paraId="7A835DFB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ctatacagtt gaactcggta cagaagtaaa tgagttcgcc tgtgttgtgg cagatgctgt</w:t>
      </w:r>
    </w:p>
    <w:p w14:paraId="1CB95947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cataaaaact ttgcaaccag tatctgaatt acttacacca ctgggcattg atttagatga</w:t>
      </w:r>
    </w:p>
    <w:p w14:paraId="0DA2AC46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gtggagtatg gctacatact acttatttga tgagtctggt gagtttaaat tggcttcaca</w:t>
      </w:r>
    </w:p>
    <w:p w14:paraId="34B7A4BD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tatgtattgt tctttttacc ctccagatga ggatgaagaa gaaggtgatt gtgaagaaga</w:t>
      </w:r>
    </w:p>
    <w:p w14:paraId="0437C00E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agagtttgag ccatcaactc aatatgagta tggtactgaa gatgattacc aaggtaaacc</w:t>
      </w:r>
    </w:p>
    <w:p w14:paraId="69CF80F2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tttggaattt ggtgccactt ctgctgctct tcaacctgaa gaagagcaag aagaagattg</w:t>
      </w:r>
    </w:p>
    <w:p w14:paraId="5892B607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gttagatgat gatagtcaac aaactgttgg tcaacaagac ggcagtgagg acaatcagac</w:t>
      </w:r>
    </w:p>
    <w:p w14:paraId="0F5E1CE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aactactatt caaacaattg ttgaggttca acctcaatta gagatggaac ttacaccagt</w:t>
      </w:r>
    </w:p>
    <w:p w14:paraId="2886EAFC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tgttcagact attgaagtga atagttttag tggttattta aaacttactg acaatgtata</w:t>
      </w:r>
    </w:p>
    <w:p w14:paraId="5AF19A11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cattaaaaat gcagacattg tggaagaagc taaaaaggta aaaccaacag tggttgttaa</w:t>
      </w:r>
    </w:p>
    <w:p w14:paraId="01B053D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tgcagccaat gtttacctta aacatggagg aggtgttgca ggagccttaa ataaggctac</w:t>
      </w:r>
    </w:p>
    <w:p w14:paraId="648C6A5E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taacaatgcc atgcaagttg aatctgatga ttacatagct actaatggac cacttaaagt</w:t>
      </w:r>
    </w:p>
    <w:p w14:paraId="79D9722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gggtggtagt tgtgttttaa gcggacacaa tcttgctaaa cactgtcttc atgttgtcgg</w:t>
      </w:r>
    </w:p>
    <w:p w14:paraId="25FC9F54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cccaaatgtt aacaaaggtg aagacattca acttcttaag agtgcttatg aaaattttaa</w:t>
      </w:r>
    </w:p>
    <w:p w14:paraId="677921AB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tcagcacgaa gttctacttg caccattatt atcagctggt atttttggtg ctgaccctat</w:t>
      </w:r>
    </w:p>
    <w:p w14:paraId="2D0D9A41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acattcttta agagtttgtg tagatactgt tcgcacaaat gtctacttag ctgtctttga</w:t>
      </w:r>
    </w:p>
    <w:p w14:paraId="7DE3702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taaaaatctc tatgacaaac ttgtttcaag ctttttggaa atgaagagtg aaaagcaagt</w:t>
      </w:r>
    </w:p>
    <w:p w14:paraId="19516487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tgaacaaaag atcgctgaga ttcctaaaga ggaagttaag ccatttataa ctgaaagtaa</w:t>
      </w:r>
    </w:p>
    <w:p w14:paraId="628A4DE8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accttcagtt gaacagagaa aacaagatga taagaaaatc aaagcttgtg ttgaagaagt</w:t>
      </w:r>
    </w:p>
    <w:p w14:paraId="6EDBA654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tacaacaact ctggaagaaa ctaagttcct cacagaaaac ttgttacttt atattgacat</w:t>
      </w:r>
    </w:p>
    <w:p w14:paraId="7B88D7AD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taatggcaat cttcatccag attctgccac tcttgttagt gacattgaca tcactttctt</w:t>
      </w:r>
    </w:p>
    <w:p w14:paraId="4BC70F18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aaagaaagat gctccatata tagtgggtga tgttgttcaa gagggtgttt taactgctgt</w:t>
      </w:r>
    </w:p>
    <w:p w14:paraId="2E9AE05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ggttatacct actaaaaagg ctggtggcac tactgaaatg ctagcgaaag ctttgagaaa</w:t>
      </w:r>
    </w:p>
    <w:p w14:paraId="069C39AD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agtgccaaca gacaattata taaccactta cccgggtcag ggtttaaatg gttacactgt</w:t>
      </w:r>
    </w:p>
    <w:p w14:paraId="325D68CE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4261 agaggaggca aagacagtgc ttaaaaagtg taaaagtgcc ttttacattc taccatctat</w:t>
      </w:r>
    </w:p>
    <w:p w14:paraId="448A813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tatctctaat gagaagcaag aaattcttgg aactgtttct tggaatttgc gagaaatgct</w:t>
      </w:r>
    </w:p>
    <w:p w14:paraId="108B5D9E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tgcacatgca gaagaaacac gcaaattaat gcctgtctgt gtggaaacta aagccatagt</w:t>
      </w:r>
    </w:p>
    <w:p w14:paraId="4D9332F1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ttcaactata cagcgtaaat ataagggtat taaaatacaa gagggtgtgg ttgattatgg</w:t>
      </w:r>
    </w:p>
    <w:p w14:paraId="23161867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tgctagattt tacttttaca ccagtaaaac aactgtagcg tcacttatca acacacttaa</w:t>
      </w:r>
    </w:p>
    <w:p w14:paraId="21B2DA85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cgatctaaat gaaactcttg ttacaatgcc acttggctat gtaacacatg gcttaaattt</w:t>
      </w:r>
    </w:p>
    <w:p w14:paraId="6575F582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ggaagaagct gctcggtata tgagatctct caaagtgcca gctacagttt ctgtttcttc</w:t>
      </w:r>
    </w:p>
    <w:p w14:paraId="79586A38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acctgatgct gttacagcgt ataatggtta tcttacttct tcttctaaaa cacctgaaga</w:t>
      </w:r>
    </w:p>
    <w:p w14:paraId="4FEFD90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acattttatt gaaaccatct cacttgctgg ttcctataaa gattggtcct attctggaca</w:t>
      </w:r>
    </w:p>
    <w:p w14:paraId="3F66F1E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atctacacaa ctaggtatag aatttcttaa gagaggtgat aaaagtgtat attacactag</w:t>
      </w:r>
    </w:p>
    <w:p w14:paraId="6B5A5858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taatcctacc acattccacc tagatggtga agttatcacc tttgacaatc ttaagacact</w:t>
      </w:r>
    </w:p>
    <w:p w14:paraId="03FC21BB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tctttctttg agagaagtga ggactattaa ggtgtttaca acagtagaca acattaacct</w:t>
      </w:r>
    </w:p>
    <w:p w14:paraId="7AA6BCDA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ccacacgcaa gttgtggaca tgtcaatgac atatggacaa cagtttggtc caacttattt</w:t>
      </w:r>
    </w:p>
    <w:p w14:paraId="69A7E0B1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ggatggagct gatgttacta aaataaaacc tcataattca catgaaggta aaacatttta</w:t>
      </w:r>
    </w:p>
    <w:p w14:paraId="6863DCE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tgttttacct aatgatgaca ctctacgtgt tgaggctttt gagtactacc acacaactga</w:t>
      </w:r>
    </w:p>
    <w:p w14:paraId="5A1EC516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tcctagtttt ctgggtaggt acatgtcagc attaaatcac actaaaaagt ggaaataccc</w:t>
      </w:r>
    </w:p>
    <w:p w14:paraId="697BD327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acaagttaat ggtttaactt ctattaaatg ggcagataac aactgttatc ttgccactgc</w:t>
      </w:r>
    </w:p>
    <w:p w14:paraId="4E606A2A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attgttaaca ctccaacaaa tagagttgaa gtttaatcca cctgctctac aagatgctta</w:t>
      </w:r>
    </w:p>
    <w:p w14:paraId="63D5B5C8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ttacagagca agggctggtg aagcggctaa cttttgtgca cttatcttag cctactgtaa</w:t>
      </w:r>
    </w:p>
    <w:p w14:paraId="18ABA26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taagacagta ggtgagttag gtgatgttag agaaacaatg agttacttgt ttcaacatgc</w:t>
      </w:r>
    </w:p>
    <w:p w14:paraId="0B824714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caatttagat tcttgcaaaa gagtcttgaa cgtggtgtgt aaaacttgtg gacaacagca</w:t>
      </w:r>
    </w:p>
    <w:p w14:paraId="1FED6ED5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gacaaccctt aagggtgtag aagctgttat gtacatgggc acactttctt atgaacaatt</w:t>
      </w:r>
    </w:p>
    <w:p w14:paraId="72C1AD6E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taagaaaggt gttcagatac cttgtacgtg tggtaaacaa gctacaaaat atctagtaca</w:t>
      </w:r>
    </w:p>
    <w:p w14:paraId="0B273CD1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acaggagtca ccttttgtta tgatgtcagc accacctgct cagtatgaac ttaagcatgg</w:t>
      </w:r>
    </w:p>
    <w:p w14:paraId="7B54C81B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tacatttact tgtgctagtg agtacactgg taattaccag tgtggtcact ataaacatat</w:t>
      </w:r>
    </w:p>
    <w:p w14:paraId="7E8DBE1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aacttctaaa gaaactttgt attgcataga cggtgcttta cttacaaagt cctcagaata</w:t>
      </w:r>
    </w:p>
    <w:p w14:paraId="1EC3B774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caaaggtcct attacggatg ttttctacaa agaaaacagt tacacaacaa ccataaaacc</w:t>
      </w:r>
    </w:p>
    <w:p w14:paraId="5561B14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agttacttat aaattggatg gtgttgtttg tacagaaatt gaccctaagt tggacaatta</w:t>
      </w:r>
    </w:p>
    <w:p w14:paraId="1FDB16B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ttataagaaa gacaattctt atttcacaga gcaaccaatt gatcttgtac caaaccaacc</w:t>
      </w:r>
    </w:p>
    <w:p w14:paraId="33021742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atatccaaac gcaagcttcg ataattttaa gtttgtatgt gataatatca aatttgctga</w:t>
      </w:r>
    </w:p>
    <w:p w14:paraId="72431717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tgatttaaac cagttaactg gttataagaa acctgcttca agagagctta aagttacatt</w:t>
      </w:r>
    </w:p>
    <w:p w14:paraId="12D9BE9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tttccctgac ttaaatggtg atgtggtggc tattgattat aaacactaca caccctcttt</w:t>
      </w:r>
    </w:p>
    <w:p w14:paraId="4670D29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taagaaagga gctaaattgt tacataaacc tattgtttgg catgttaaca atgcaactaa</w:t>
      </w:r>
    </w:p>
    <w:p w14:paraId="714AAAE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taaagccacg tataaaccaa atacctggtg tatacgttgt ctttggagca caaaaccagt</w:t>
      </w:r>
    </w:p>
    <w:p w14:paraId="588AB8BB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tgaaacatca aattcgtttg atgtactgaa gtcagaggac gcgcagggaa tggataatct</w:t>
      </w:r>
    </w:p>
    <w:p w14:paraId="5CDDB7EC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tgcctgcgaa gatctaaaac cagtctctga agaagtagtg gaaaatccta ccatacagaa</w:t>
      </w:r>
    </w:p>
    <w:p w14:paraId="40E5B858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agacgttctt gagtgtaatg tgaaaactac cgaagttgta ggagacatta tacttaaacc</w:t>
      </w:r>
    </w:p>
    <w:p w14:paraId="47DDD91E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agcaaataat ataaaaatta cagaagaggt tggccacaca gatctaatgg ctgcttatgt</w:t>
      </w:r>
    </w:p>
    <w:p w14:paraId="24DF22E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agacaattct agtcttacta ttaagaaacc taatgaatta tctagagtat taggtttgaa</w:t>
      </w:r>
    </w:p>
    <w:p w14:paraId="1F49B016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aacccttgct actcatggtt tagctgctgt taatagtgtc ccttgggata ctatagctaa</w:t>
      </w:r>
    </w:p>
    <w:p w14:paraId="68F5051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ttatgctaag ccttttctta acaaagttgt tagtacaact actaacatag ttacacggtg</w:t>
      </w:r>
    </w:p>
    <w:p w14:paraId="1AD25AE5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tttaaaccgt gtttgtacta attatatgcc ttatttcttt actttattgc tacaattgtg</w:t>
      </w:r>
    </w:p>
    <w:p w14:paraId="12F5B47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6781 tacttttact agaagtacaa attctagaat taaagcatct atgccgacta ctatagcaaa</w:t>
      </w:r>
    </w:p>
    <w:p w14:paraId="771A338A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gaatactgtt aagagtgtcg gtaaattttg tctagaggct tcatttaatt atttgaagtc</w:t>
      </w:r>
    </w:p>
    <w:p w14:paraId="4338394E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acctaatttt tctaaactga taaatattat aatttggttt ttactattaa gtgtttgcct</w:t>
      </w:r>
    </w:p>
    <w:p w14:paraId="5EFB4F0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aggttcttta atctactcaa ccgctgcttt aggtgtttta atgtctaatt taggcatgcc</w:t>
      </w:r>
    </w:p>
    <w:p w14:paraId="6A14D79A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ttcttactgt actggttaca gagaaggcta tttgaactct actaatgtca ctattgcaac</w:t>
      </w:r>
    </w:p>
    <w:p w14:paraId="3CA01107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ctactgtact ggttctatac cttgtagtgt ttgtcttagt ggtttagatt ctttagacac</w:t>
      </w:r>
    </w:p>
    <w:p w14:paraId="63BA0A77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ctatccttct ttagaaacta tacaaattac catttcatct tttaaatggg atttaactgc</w:t>
      </w:r>
    </w:p>
    <w:p w14:paraId="733057A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ttttggctta gttgcagagt ggtttttggc atatattctt ttcactaggt ttttctatgt</w:t>
      </w:r>
    </w:p>
    <w:p w14:paraId="209FE5D5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acttggattg gctgcaatca tgcaattgtt tttcagctat tttgcagtac attttattag</w:t>
      </w:r>
    </w:p>
    <w:p w14:paraId="3140E48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taattcttgg cttatgtggt taataattaa tcttgtacaa atggccccga tttcagctat</w:t>
      </w:r>
    </w:p>
    <w:p w14:paraId="218C328A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ggttagaatg tacatcttct ttgcatcatt ttattatgta tggaaaagtt atgtgcatgt</w:t>
      </w:r>
    </w:p>
    <w:p w14:paraId="1A7B98A6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tgtagacggt tgtaattcat caacttgtat gatgtgttac aaacgtaata gagcaacaag</w:t>
      </w:r>
    </w:p>
    <w:p w14:paraId="129BDAD8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agtcgaatgt acaactattg ttaatggtgt tagaaggtcc ttttatgtct atgctaatgg</w:t>
      </w:r>
    </w:p>
    <w:p w14:paraId="00274F56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aggtaaaggc ttttgcaaac tacacaattg gaattgtgtt aattgtgata cattctgtgc</w:t>
      </w:r>
    </w:p>
    <w:p w14:paraId="7F1B58ED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tggtagtaca tttattagtg atgaagttgc gagagacttg tcactacagt ttaaaagacc</w:t>
      </w:r>
    </w:p>
    <w:p w14:paraId="572F6F4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aataaatcct actgaccagt cttcttacat cgttgatagt gttacagtga agaatggttc</w:t>
      </w:r>
    </w:p>
    <w:p w14:paraId="51CC4C9C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catccatctt tactttgata aagctggtca aaagacttat gaaagacatt ctctctctca</w:t>
      </w:r>
    </w:p>
    <w:p w14:paraId="25A3CC66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ttttgttaac ttagacaacc tgagagctaa taacactaaa ggttcattgc ctattaatgt</w:t>
      </w:r>
    </w:p>
    <w:p w14:paraId="17E522B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tatagttttt gatggtaaat caaaatgtga agaatcatct gcaaaatcag cgtctgttta</w:t>
      </w:r>
    </w:p>
    <w:p w14:paraId="4C71D97D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ctacagtcag cttatgtgtc aacctatact gttactagat caggcattag tgtctgatgt</w:t>
      </w:r>
    </w:p>
    <w:p w14:paraId="46B178C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tggtgatagt gcggaagttg cagttaaaat gtttgatgct tacgttaata cgttttcatc</w:t>
      </w:r>
    </w:p>
    <w:p w14:paraId="217391D6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aacttttaac gtaccaatgg aaaaactcaa aacactagtt gcaactgcag aagctgaact</w:t>
      </w:r>
    </w:p>
    <w:p w14:paraId="69AE77E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tgcaaagaat gtgtccttag acaatgtctt atctactttt atttcagcag ctcggcaagg</w:t>
      </w:r>
    </w:p>
    <w:p w14:paraId="653B162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gtttgttgat tcagatgtag aaactaaaga tgttgttgaa tgtcttaaat tgtcacatca</w:t>
      </w:r>
    </w:p>
    <w:p w14:paraId="26CF028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atctgacata gaagttactg gcgatagttg taataactat atgctcacct ataacaaagt</w:t>
      </w:r>
    </w:p>
    <w:p w14:paraId="6EA1061A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tgaaaacatg acaccccgtg accttggtgc ttgtattgac tgtagtgcgc gtcatattaa</w:t>
      </w:r>
    </w:p>
    <w:p w14:paraId="32740676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tgcgcaggta gcaaaaagtc acaacattac tttgatatgg aacgttaaag atttcatgtc</w:t>
      </w:r>
    </w:p>
    <w:p w14:paraId="2828AFD1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attgtctgaa caactacgaa aacaaatacg tagtgctgct aaaaagaata acttaccttt</w:t>
      </w:r>
    </w:p>
    <w:p w14:paraId="3BED9B5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taagttgaca tgtgcaacta ctagacaagt tgttaatgtt gtaacaacaa agatagcact</w:t>
      </w:r>
    </w:p>
    <w:p w14:paraId="256C940C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taagggtggt aaaattgtta ataattggtt gaagcagtta attaaagtta cacttgtgtt</w:t>
      </w:r>
    </w:p>
    <w:p w14:paraId="5178627B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cctttttgtt gctgctattt tctatttaat aacacctgtt catgtcatgt ctaaacatac</w:t>
      </w:r>
    </w:p>
    <w:p w14:paraId="1266E586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tgacttttca agtgaaatca taggatacaa ggctattgat ggtggtgtca ctcgtgacat</w:t>
      </w:r>
    </w:p>
    <w:p w14:paraId="107FFB2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agcatctaca gatacttgtt ttgctaacaa acatgctgat tttgacacat ggtttagcca</w:t>
      </w:r>
    </w:p>
    <w:p w14:paraId="18D3E1B7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gcgtggtggt agttatacta atgacaaagc ttgcccattg attgctgcag tcataacaag</w:t>
      </w:r>
    </w:p>
    <w:p w14:paraId="1386E055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agaagtgggt tttgtcgtgc ctggtttgcc tggcacgata ttacgcacaa ctaatggtga</w:t>
      </w:r>
    </w:p>
    <w:p w14:paraId="3858CEDB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ctttttgcat ttcttaccta gagtttttag tgcagttggt aacatctgtt acacaccatc</w:t>
      </w:r>
    </w:p>
    <w:p w14:paraId="42048751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aaaacttata gagtacactg actttgcaac atcagcttgt gttttggctg ctgaatgtac</w:t>
      </w:r>
    </w:p>
    <w:p w14:paraId="42C80D8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aatttttaaa gatgcttctg gtaagccagt accatattgt tatgatacca atgtactaga</w:t>
      </w:r>
    </w:p>
    <w:p w14:paraId="0FBB215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aggttctgtt gcttatgaaa gtttacgccc tgacacacgt tatgtgctca tggatggctc</w:t>
      </w:r>
    </w:p>
    <w:p w14:paraId="18FA329D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tattattcaa tttcctaaca cctaccttga aggttctgtt agagtggtaa caacttttga</w:t>
      </w:r>
    </w:p>
    <w:p w14:paraId="5174731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ttctgagtac tgtaggcacg gcacttgtga aagatcagaa gctggtgttt gtgtatctac</w:t>
      </w:r>
    </w:p>
    <w:p w14:paraId="7B714E0A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tagtggtaga tgggtactta acaatgatta ttacagatct ttaccaggag ttttctgtgg</w:t>
      </w:r>
    </w:p>
    <w:p w14:paraId="44CBD76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9301 tgtagatgct gtaaatttac ttactaatat gtttacacca ctaattcaac ctattggtgc</w:t>
      </w:r>
    </w:p>
    <w:p w14:paraId="5B13A1B2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tttggacata tcagcatcta tagtagctgg tggtattgta gctatcgtag taacatgcct</w:t>
      </w:r>
    </w:p>
    <w:p w14:paraId="1B2F1F9B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tgcctactat tttatgaggt ttagaagagc ttttggtgaa tacagtcatg tagttgcctt</w:t>
      </w:r>
    </w:p>
    <w:p w14:paraId="79DC2D0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taatacttta ctattcctta tgtcattcac tgtactctgt ttaacaccag tttactcatt</w:t>
      </w:r>
    </w:p>
    <w:p w14:paraId="0EB8A72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cttacctggt gtttattctg ttatttactt gtacttgaca ttttatctta ctaatgatgt</w:t>
      </w:r>
    </w:p>
    <w:p w14:paraId="5CF19128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ttctttttta gcacatattc agtggatggt tatgttcaca cctttagtac ctttctggat</w:t>
      </w:r>
    </w:p>
    <w:p w14:paraId="3A5A8D6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aacaattgct tatatcattt gtatttccac aaagcatttc tattggttct ttagtaatta</w:t>
      </w:r>
    </w:p>
    <w:p w14:paraId="3EEEF15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cctaaagaga cgtgtagtct ttaatggtgt ttcctttagt acttttgaag aagctgcgct</w:t>
      </w:r>
    </w:p>
    <w:p w14:paraId="6FADA9C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gtgcaccttt ttgttaaata aagaaatgta tctaaagttg cgtagtgatg tgctattacc</w:t>
      </w:r>
    </w:p>
    <w:p w14:paraId="74569426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tcttacgcaa tataatagat acttagctct ttataataag tacaagtatt ttagtggagc</w:t>
      </w:r>
    </w:p>
    <w:p w14:paraId="387E6ED1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aatggataca actagctaca gagaagctgc ttgttgtcat ctcgcaaagg ctctcaatga</w:t>
      </w:r>
    </w:p>
    <w:p w14:paraId="656E08E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cttcagtaac tcaggttctg atgttcttta ccaaccacca caaatctcta tcacctcagc</w:t>
      </w:r>
    </w:p>
    <w:p w14:paraId="4957D8D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tgttttgcag agtggtttta gaaaaatggc attcccatct ggtaaagttg agggttgtat</w:t>
      </w:r>
    </w:p>
    <w:p w14:paraId="4A25701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ggtacaagta acttgtggta caactacact caacggtctt tggcttgatg acgtagttta</w:t>
      </w:r>
    </w:p>
    <w:p w14:paraId="1949011D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ctgtccaaga catgtgatct gcacctctga agacatgctt aaccctaatt atgaagattt</w:t>
      </w:r>
    </w:p>
    <w:p w14:paraId="20BC6D36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actcattcgt aagtctaatc ataatttctt ggtacaggct ggtaatgttc aactcagggt</w:t>
      </w:r>
    </w:p>
    <w:p w14:paraId="77B66284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tattggacat tctatgcaaa attgtgtact taagcttaag gttgatacag ccaatcctaa</w:t>
      </w:r>
    </w:p>
    <w:p w14:paraId="2AEE611C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gacacctaag tataagtttg ttcgcattca accaggacag actttttcag tgttagcttg</w:t>
      </w:r>
    </w:p>
    <w:p w14:paraId="16102C17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ttacaatggt tcaccatctg gtgtttacca atgtgctatg aggcacaatt tcactattaa</w:t>
      </w:r>
    </w:p>
    <w:p w14:paraId="05783BA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gggttcattc cttaatggtt catgtggtag tgttggtttt aacatagatt atgactgtgt</w:t>
      </w:r>
    </w:p>
    <w:p w14:paraId="70966D6E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ctctttttgt tacatgcacc atatggaatt accaactgga gttcatgctg gcacagactt</w:t>
      </w:r>
    </w:p>
    <w:p w14:paraId="55F11264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agaaggtaac ttttatggac cttttgttga caggcaaaca gcacaagcag ctggtacgga</w:t>
      </w:r>
    </w:p>
    <w:p w14:paraId="1C5B62DE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cacaactatt acagttaatg ttttagcttg gttgtacgct gctgttataa atggagacag</w:t>
      </w:r>
    </w:p>
    <w:p w14:paraId="78EC9EA2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gtggtttctc aatcgattta ccacaactct taatgacttt aaccttgtgg ctatgaagta</w:t>
      </w:r>
    </w:p>
    <w:p w14:paraId="288EB1B4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caattatgaa cctctaacac aagaccatgt tgacatacta ggacctcttt ctgctcaaac</w:t>
      </w:r>
    </w:p>
    <w:p w14:paraId="0543FBD2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tggaattgcc gttttagata tgtgtgcttc attaaaagaa ttactgcaaa atggtatgaa</w:t>
      </w:r>
    </w:p>
    <w:p w14:paraId="1C2047F6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tggacgtacc atattgggta gtgctttatt agaagatgaa tttacacctt ttgatgttgt</w:t>
      </w:r>
    </w:p>
    <w:p w14:paraId="1D756357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tagacaatgc tcaggtgtta ctttccaaag tgcagtgaaa agaacaatca agggtacaca</w:t>
      </w:r>
    </w:p>
    <w:p w14:paraId="3B70B235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ccactggttg ttactcacaa ttttgacttc acttttagtt ttagtccaga gtactcaatg</w:t>
      </w:r>
    </w:p>
    <w:p w14:paraId="6D717E88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gtctttgttc ttttttttgt atgaaaatgc ctttttacct tttgctatgg gtattattgc</w:t>
      </w:r>
    </w:p>
    <w:p w14:paraId="36101B1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tatgtctgct tttgcaatga tgtttgtcaa acataagcat gcatttctct gtttgttttt</w:t>
      </w:r>
    </w:p>
    <w:p w14:paraId="22EC52F1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gttaccttct cttgccactg tagcttattt taatatggtc tatatgcctg ctagttgggt</w:t>
      </w:r>
    </w:p>
    <w:p w14:paraId="5F36BE9E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gatgcgtatt atgacatggt tggatatggt tgatactagt tttaagctaa aagactgtgt</w:t>
      </w:r>
    </w:p>
    <w:p w14:paraId="523B8FC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tatgtatgca tcagctgtag tgttactaat ccttatgaca gcaagaactg tgtatgatga</w:t>
      </w:r>
    </w:p>
    <w:p w14:paraId="5207EA6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tggtgctagg agagtgtgga cacttatgaa tgtcttgaca ctcgtttata aagtttatta</w:t>
      </w:r>
    </w:p>
    <w:p w14:paraId="14B98B0E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tggtaatgct ttagatcaag ccatttccat gtgggctctt ataatctctg ttacttctaa</w:t>
      </w:r>
    </w:p>
    <w:p w14:paraId="2D184CB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ctactcaggt gtagttacaa ctgtcatgtt tttggccaga ggtgttgttt ttatgtgtgt</w:t>
      </w:r>
    </w:p>
    <w:p w14:paraId="1842C30C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tgagtattgc cctattttct tcataactgg taatacactt cagtgtataa tgctagttta</w:t>
      </w:r>
    </w:p>
    <w:p w14:paraId="5441654C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ttgtttctta ggctattttt gtacttgtta ctttggcctc ttttgtttac tcaaccgcta</w:t>
      </w:r>
    </w:p>
    <w:p w14:paraId="6BD7E874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ctttagactg actcttggtg tttatgatta cttagtttct acacaggagt ttagatatat</w:t>
      </w:r>
    </w:p>
    <w:p w14:paraId="54FD8DCB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gaattcacag ggactactcc cacccaagaa tagcatagat gccttcaaac tcaacattaa</w:t>
      </w:r>
    </w:p>
    <w:p w14:paraId="1E359511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attgttgggt gttggtggca aaccttgtat caaagtagcc actgtacagt ctaaaatgtc</w:t>
      </w:r>
    </w:p>
    <w:p w14:paraId="08A46B5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11821 agatgtaaag tgcacatcag tagtcttact ctcagttttg caacaactca gagtagaatc</w:t>
      </w:r>
    </w:p>
    <w:p w14:paraId="26B7C5D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atcatctaaa ttgtgggctc aatgtgtcca gttacacaat gacattctct tagctaaaga</w:t>
      </w:r>
    </w:p>
    <w:p w14:paraId="732DE15B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tactactgaa gcctttgaaa aaatggtttc actactttct gttttgcttt ccatgcaggg</w:t>
      </w:r>
    </w:p>
    <w:p w14:paraId="422B63DC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tgctgtagac ataaacaagc tttgtgaaga aatgctggac aacagggcaa ccttacaagc</w:t>
      </w:r>
    </w:p>
    <w:p w14:paraId="15A2B5E2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tatagcctca gagtttagtt cccttccatc atatgcagct tttgctactg ctcaagaagc</w:t>
      </w:r>
    </w:p>
    <w:p w14:paraId="1E28531B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ttatgagcag gctgttgcta atggtgattc tgaagttgtt cttaaaaagt tgaagaagtc</w:t>
      </w:r>
    </w:p>
    <w:p w14:paraId="0C08E88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tttgaatgtg gctaaatctg aatttgaccg tgatgcagcc atgcaacgta agttggaaaa</w:t>
      </w:r>
    </w:p>
    <w:p w14:paraId="4CCD8C5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gatggctgat caagctatga cccaaatgta taaacaggct agatctgagg acaagagggc</w:t>
      </w:r>
    </w:p>
    <w:p w14:paraId="048CA9EA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aaaagttact agtgctatgc agacaatgct tttcactatg cttagaaagt tggataatga</w:t>
      </w:r>
    </w:p>
    <w:p w14:paraId="235F291C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tgcactcaac aacattatca acaatgcaag agatggttgt gttcccttga acataatacc</w:t>
      </w:r>
    </w:p>
    <w:p w14:paraId="14B8EC5E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tcttacaaca gcagccaaac taatggttgt cataccagac tataacacat ataaaaatac</w:t>
      </w:r>
    </w:p>
    <w:p w14:paraId="155099C8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gtgtgatggt acaacattta cttatgcatc agcattgtgg gaaatccaac aggttgtaga</w:t>
      </w:r>
    </w:p>
    <w:p w14:paraId="50285A02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tgcagatagt aaaattgttc aacttagtga aattagtatg gacaattcac ctaatttagc</w:t>
      </w:r>
    </w:p>
    <w:p w14:paraId="3711DC17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atggcctctt attgtaacag ctttaagggc caattctgct gtcaaattac agaataatga</w:t>
      </w:r>
    </w:p>
    <w:p w14:paraId="43351E45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gcttagtcct gttgcactac gacagatgtc ttgtgctgcc ggtactacac aaactgcttg</w:t>
      </w:r>
    </w:p>
    <w:p w14:paraId="67D71495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cactgatgac aatgcgttag cttactacaa cacaacaaag ggaggtaggt ttgtacttgc</w:t>
      </w:r>
    </w:p>
    <w:p w14:paraId="413D77F6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actgttatcc gatttacagg atttgaaatg ggctagattc cctaagagtg atggaactgg</w:t>
      </w:r>
    </w:p>
    <w:p w14:paraId="6E2FFE6B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tactatctat acagaactgg aaccaccttg taggtttgtt acagacacac ctaaaggtcc</w:t>
      </w:r>
    </w:p>
    <w:p w14:paraId="424037D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taaagtgaag tatttatact ttattaaagg attaaacaac ctaaatagag gtatggtact</w:t>
      </w:r>
    </w:p>
    <w:p w14:paraId="34AB45BE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tggtagttta gctgccacag tacgtctaca agctggtaat gcaacagaag tgcctgccaa</w:t>
      </w:r>
    </w:p>
    <w:p w14:paraId="299F4F8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ttcaactgta ttatctttct gtgcttttgc tgtagatgct gctaaagctt acaaagatta</w:t>
      </w:r>
    </w:p>
    <w:p w14:paraId="5FBBEA01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tctagctagt gggggacaac caatcactaa ttgtgttaag atgttgtgta cacacactgg</w:t>
      </w:r>
    </w:p>
    <w:p w14:paraId="470D0606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tactggtcag gcaataacag tcacaccgga agccaatatg gatcaagaat cctttggtgg</w:t>
      </w:r>
    </w:p>
    <w:p w14:paraId="59ACEFF7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tgcatcgtgt tgtctgtact gccgttgcca catagatcat ccaaatccta aaggattttg</w:t>
      </w:r>
    </w:p>
    <w:p w14:paraId="5A7EC42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tgacttaaaa ggtaagtatg tacaaatacc tacaacttgt gctaatgacc ctgtgggttt</w:t>
      </w:r>
    </w:p>
    <w:p w14:paraId="4C36E0F5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tacacttaaa aacacagtct gtaccgtctg cggtatgtgg aaaggttatg gctgtagttg</w:t>
      </w:r>
    </w:p>
    <w:p w14:paraId="7060EEF8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tgatcaactc cgcgaaccca tgcttcagtc agctgatgca caatcgtttt taaacgggtt</w:t>
      </w:r>
    </w:p>
    <w:p w14:paraId="51BC835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tgcggtgtaa gtgcagcccg tcttacaccg tgcggcacag gcactagtac tgatgtcgta</w:t>
      </w:r>
    </w:p>
    <w:p w14:paraId="4808C747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tacagggctt ttgacatcta caatgataaa gtagctggtt ttgctaaatt cctaaaaact</w:t>
      </w:r>
    </w:p>
    <w:p w14:paraId="13D1BAA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aattgttgtc gcttccaaga aaaggacgaa gatgacaatt taattgattc ttactttgta</w:t>
      </w:r>
    </w:p>
    <w:p w14:paraId="6FF138B4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gttaagagac acactttctc taactaccaa catgaagaaa caatttataa tttacttaag</w:t>
      </w:r>
    </w:p>
    <w:p w14:paraId="14195485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gattgtccag ctgttgctaa acatgacttc tttaagttta gaatagacgg tgacatggta</w:t>
      </w:r>
    </w:p>
    <w:p w14:paraId="2ACC210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ccacatatat cacgtcaacg tcttactaaa tacacaatgg cagacctcgt ctatgcttta</w:t>
      </w:r>
    </w:p>
    <w:p w14:paraId="741AB6B1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aggcattttg atgaaggtaa ttgtgacaca ttaaaagaaa tacttgtcac atacaattgt</w:t>
      </w:r>
    </w:p>
    <w:p w14:paraId="3FDF9F42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tgtgatgatg attatttcaa taaaaaggac tggtatgatt ttgtagaaaa cccagatata</w:t>
      </w:r>
    </w:p>
    <w:p w14:paraId="00ED83AB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ttacgcgtat acgccaactt aggtgaacgt gtacgccaag ctttgttaaa aacagtacaa</w:t>
      </w:r>
    </w:p>
    <w:p w14:paraId="32E0DEA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ttctgtgatg ccatgcgaaa tgctggtatt gttggtgtac tgacattaga taatcaagat</w:t>
      </w:r>
    </w:p>
    <w:p w14:paraId="77CBB5D1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ctcaatggta actggtatga tttcggtgat ttcatacaaa ccacgccagg tagtggagtt</w:t>
      </w:r>
    </w:p>
    <w:p w14:paraId="5D0AFAE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cctgttgtag attcttatta ttcattgtta atgcctatat taaccttgac cagggcttta</w:t>
      </w:r>
    </w:p>
    <w:p w14:paraId="0947C48A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actgcagagt cacatgttga cactgactta acaaagcctt acattaagtg ggatttgtta</w:t>
      </w:r>
    </w:p>
    <w:p w14:paraId="214B8F18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aaatatgact tcacggaaga gaggttaaaa ctctttgacc gttattttaa atattgggat</w:t>
      </w:r>
    </w:p>
    <w:p w14:paraId="6ABD3E98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cagacatacc acccaaattg tgttaactgt ttggatgaca gatgcattct gcattgtgca</w:t>
      </w:r>
    </w:p>
    <w:p w14:paraId="791733DE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14341 aactttaatg ttttattctc tacagtgttc ccacttacaa gttttggacc actagtgaga</w:t>
      </w:r>
    </w:p>
    <w:p w14:paraId="0A2DC60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aaaatatttg ttgatggtgt tccatttgta gtttcaactg gataccactt cagagagcta</w:t>
      </w:r>
    </w:p>
    <w:p w14:paraId="19120608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ggtgttgtac ataatcagga tgtaaactta catagctcta gacttagttt taaggaatta</w:t>
      </w:r>
    </w:p>
    <w:p w14:paraId="637E296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cttgtgtatg ctgctgaccc tgctatgcac gctgcttctg gtaatctatt actagataaa</w:t>
      </w:r>
    </w:p>
    <w:p w14:paraId="7A0880EE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cgcactacgt gcttttcagt agctgcactt actaacaatg ttgcttttca aactgtcaaa</w:t>
      </w:r>
    </w:p>
    <w:p w14:paraId="3347231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cccggtaatt ttaacaaaga cttctatgac tttgctgtgt ctaagggttt ctttaaggaa</w:t>
      </w:r>
    </w:p>
    <w:p w14:paraId="4B1A3AA4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ggaagttctg ttgaattaaa acacttcttc tttgctcagg atggtaatgc tgctatcagc</w:t>
      </w:r>
    </w:p>
    <w:p w14:paraId="48488722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gattatgact actatcgtta taatctacca acaatgtgtg atatcagaca actactattt</w:t>
      </w:r>
    </w:p>
    <w:p w14:paraId="2175103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gtagttgaag ttgttgataa gtactttgat tgttacgatg gtggctgtat taatgctaac</w:t>
      </w:r>
    </w:p>
    <w:p w14:paraId="22FC31A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caagtcatcg tcaacaacct agacaaatca gctggttttc catttaataa atggggtaag</w:t>
      </w:r>
    </w:p>
    <w:p w14:paraId="4008959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gctagacttt attatgattc aatgagttat gaggatcaag atgcactttt cgcatataca</w:t>
      </w:r>
    </w:p>
    <w:p w14:paraId="245F091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aaacgtaatg tcatccctac tataactcaa atgaatctta agtatgccat tagtgcaaag</w:t>
      </w:r>
    </w:p>
    <w:p w14:paraId="6CEB6A6D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aatagagctc gcaccgtagc tggtgtctct atctgtagta ctatgaccaa tagacagttt</w:t>
      </w:r>
    </w:p>
    <w:p w14:paraId="1E5EB99B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catcaaaaat tattgaaatc aatagccgcc actagaggag ctactgtagt aattggaaca</w:t>
      </w:r>
    </w:p>
    <w:p w14:paraId="33033944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agcaaattct atggtggttg gcacaatatg ttaaaaactg tttatagtga tgtagaaaac</w:t>
      </w:r>
    </w:p>
    <w:p w14:paraId="1DB8A3E5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cctcacctta tgggttggga ttatcctaaa tgtgatagag ccatgcctaa catgcttaga</w:t>
      </w:r>
    </w:p>
    <w:p w14:paraId="4F7458E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attatggcct cacttgttct tgctcgcaaa catacaacgt gttgtagctt gtcacaccgt</w:t>
      </w:r>
    </w:p>
    <w:p w14:paraId="3D82EE5B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ttctatagat tagctaatga gtgtgctcaa gtattgagtg aaatggtcat gtgtggcggt</w:t>
      </w:r>
    </w:p>
    <w:p w14:paraId="62FEF67E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tcactatatg ttaaaccagg tggaacctca tcaggagatg ccacaactgc ttatgctaat</w:t>
      </w:r>
    </w:p>
    <w:p w14:paraId="6A432D04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agtgttttta acatttgtca agctgtcacg gccaatgtta atgcactttt atctactgat</w:t>
      </w:r>
    </w:p>
    <w:p w14:paraId="2E22EC37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ggtaacaaaa ttgccgataa gtatgtccgc aatttacaac acagacttta tgagtgtctc</w:t>
      </w:r>
    </w:p>
    <w:p w14:paraId="0CCCB3D4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tatagaaata gagatgttga cacagacttt gtgaatgagt tttacgcata tttgcgtaaa</w:t>
      </w:r>
    </w:p>
    <w:p w14:paraId="241B882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catttctcaa tgatgatact ctctgacgat gctgttgtgt gtttcaatag cacttatgca</w:t>
      </w:r>
    </w:p>
    <w:p w14:paraId="4F444771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tctcaaggtc tagtggctag cataaagaac tttaagtcag ttctttatta tcaaaacaat</w:t>
      </w:r>
    </w:p>
    <w:p w14:paraId="0975A82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gtttttatgt ctgaagcaaa atgttggact gagactgacc ttactaaagg acctcatgaa</w:t>
      </w:r>
    </w:p>
    <w:p w14:paraId="01BF8096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ttttgctctc aacatacaat gctagttaaa cagggtgatg attatgtgta ccttccttac</w:t>
      </w:r>
    </w:p>
    <w:p w14:paraId="2AB4AD5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ccagatccat caagaatcct aggggccggc tgttttgtag atgatatcgt aaaaacagat</w:t>
      </w:r>
    </w:p>
    <w:p w14:paraId="706BD5CD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ggtacactta tgattgaacg gttcgtgtct ttagctatag atgcttaccc acttactaaa</w:t>
      </w:r>
    </w:p>
    <w:p w14:paraId="73F60478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catcctaatc aggagtatgc tgatgtcttt catttgtact tacaatacat aagaaagcta</w:t>
      </w:r>
    </w:p>
    <w:p w14:paraId="4016581E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catgatgagt taacaggaca catgttagac atgtattctg ttatgcttac taatgataac</w:t>
      </w:r>
    </w:p>
    <w:p w14:paraId="343F5FB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acttcaaggt attgggaacc tgagttttat gaggctatgt acacaccgca tacagtctta</w:t>
      </w:r>
    </w:p>
    <w:p w14:paraId="7E481A77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caggctgttg gggcttgtgt tctttgcaat tcacagactt cattaagatg tggtgcttgc</w:t>
      </w:r>
    </w:p>
    <w:p w14:paraId="2F2C3467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atacgtagac cattcttatg ttgtaaatgc tgttacgacc atgtcatatc aacatcacat</w:t>
      </w:r>
    </w:p>
    <w:p w14:paraId="4DE31FEB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aaattagtct tgtctgttaa tccgtatgtt tgcaatgctc caggttgtga tgtcacagat</w:t>
      </w:r>
    </w:p>
    <w:p w14:paraId="1D4C65AC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gtgactcaac tttacttagg aggtatgagc tattattgta aatcacataa accacccatt</w:t>
      </w:r>
    </w:p>
    <w:p w14:paraId="16E52F2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agttttccat tgtgtgctaa tggacaagtt tttggtttat ataaaaatac atgtgttggt</w:t>
      </w:r>
    </w:p>
    <w:p w14:paraId="714EE9CB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agcgataatg ttactgactt taatgcaatt gcaacatgtg actggacaaa tgctggtgat</w:t>
      </w:r>
    </w:p>
    <w:p w14:paraId="7B6C0FE5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tacattttag ctaacacctg tactgaaaga ctcaagcttt ttgcagcaga aacgctcaaa</w:t>
      </w:r>
    </w:p>
    <w:p w14:paraId="7BAACDD5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gctactgagg agacatttaa actgtcttat ggtattgcta ctgtacgtga agtgctgtct</w:t>
      </w:r>
    </w:p>
    <w:p w14:paraId="62A75824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gacagagaat tacatctttc atgggaagtt ggtaaaccta gaccaccact taaccgaaat</w:t>
      </w:r>
    </w:p>
    <w:p w14:paraId="48ED4F58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tatgtcttta ctggttatcg tgtaactaaa aacagtaaag tacaaatagg agagtacacc</w:t>
      </w:r>
    </w:p>
    <w:p w14:paraId="5309BCE2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tttgaaaaag gtgactatgg tgatgctgtt gtttaccgag gtacaacaac ttacaaatta</w:t>
      </w:r>
    </w:p>
    <w:p w14:paraId="37A002BE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16861 aatgttggtg attattttgt gctgacatca catacagtaa tgccattaag tgcacctaca</w:t>
      </w:r>
    </w:p>
    <w:p w14:paraId="1096084C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ctagtgccac aagagcacta tgttagaatt actggcttat acccaacact caatatctca</w:t>
      </w:r>
    </w:p>
    <w:p w14:paraId="66C8F3D8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gatgagtttt ctagcaatgt tgcaaattat caaaaggttg gtatgcaaaa gtattctaca</w:t>
      </w:r>
    </w:p>
    <w:p w14:paraId="463F941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ctccagggac cacctggtac tggtaagagt cattttgcta ttggcctagc tctctactac</w:t>
      </w:r>
    </w:p>
    <w:p w14:paraId="1020078D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ccttctgctc gcatagtgta tacagcttgc tctcatgccg ctgttgatgc actatgtgag</w:t>
      </w:r>
    </w:p>
    <w:p w14:paraId="37CE689E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aaggcattaa aatatttgcc tatagataaa tgtagtagaa ttatacctgc acgtgctcgt</w:t>
      </w:r>
    </w:p>
    <w:p w14:paraId="0490385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gtagagtgtt ttgataaatt caaagtgaat tcaacattag aacagtatgt cttttgtact</w:t>
      </w:r>
    </w:p>
    <w:p w14:paraId="2BCD1068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gtaaatgcat tgcctgagac gacagcagat atagttgtct ttgatgaaat ttcaatggcc</w:t>
      </w:r>
    </w:p>
    <w:p w14:paraId="74FB3A3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acaaattatg atttgagtgt tgtcaatgcc agattacgtg ctaagcacta tgtgtacatt</w:t>
      </w:r>
    </w:p>
    <w:p w14:paraId="64F591BE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ggcgaccctg ctcaattacc tgcaccacgc acattgctaa ctaagggcac actagaacca</w:t>
      </w:r>
    </w:p>
    <w:p w14:paraId="3BE51BBD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gaatatttca attcagtgtg tagacttatg aaaactatag gtccagacat gttcctcgga</w:t>
      </w:r>
    </w:p>
    <w:p w14:paraId="5F65E2D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acttgtcggc gttgtcctgc tgaaattgtt gacactgtga gtgctttggt ttatgataat</w:t>
      </w:r>
    </w:p>
    <w:p w14:paraId="62BC79B8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aagcttaaag cacataaaga caaatcagct caatgcttta aaatgtttta taagggtgtt</w:t>
      </w:r>
    </w:p>
    <w:p w14:paraId="73966E58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atcacgcatg atgtttcatc tgcaattaac aggccacaaa taggcgtggt aagagaattc</w:t>
      </w:r>
    </w:p>
    <w:p w14:paraId="6D14126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cttacacgta accctgcttg gagaaaagct gtctttattt caccttataa ttcacagaat</w:t>
      </w:r>
    </w:p>
    <w:p w14:paraId="361259E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gctgtagcct caaagatttt gggactacca actcaaactg ttgattcatc acagggctca</w:t>
      </w:r>
    </w:p>
    <w:p w14:paraId="790EAE3A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gaatatgact atgtcatatt cactcaaacc actgaaacag ctcactcttg taatgtaaac</w:t>
      </w:r>
    </w:p>
    <w:p w14:paraId="433EEEB1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agatttaatg ttgctattac cagagcaaaa gtaggcatac tttgcataat gtctgataga</w:t>
      </w:r>
    </w:p>
    <w:p w14:paraId="6057CD72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gacctttatg acaagttgca atttacaagt cttgaaattc cacgtaggaa tgtggcaact</w:t>
      </w:r>
    </w:p>
    <w:p w14:paraId="237183C1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ttacaagctg aaaatgtaac aggactcttt aaagattgta gtaaggtaat cactgggtta</w:t>
      </w:r>
    </w:p>
    <w:p w14:paraId="54D847D2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catcctacac aggcacctac acacctcagt gttgacacta aattcaaaac tgaaggttta</w:t>
      </w:r>
    </w:p>
    <w:p w14:paraId="084832C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tgtgttgacg tacctggcat acctaaggac atgacctata gaagactcat ctctatgatg</w:t>
      </w:r>
    </w:p>
    <w:p w14:paraId="54D1074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ggttttaaaa tgaattatca agttaatggt taccctaaca tgtttatcac ccgcgaagaa</w:t>
      </w:r>
    </w:p>
    <w:p w14:paraId="7211532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gctataagac atgtacgtgc atggattggc ttcgatgtcg aggggtgtca tgctactaga</w:t>
      </w:r>
    </w:p>
    <w:p w14:paraId="1DB11FD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gaagctgttg gtaccaattt acctttacag ctaggttttt ctacaggtgt taacctagtt</w:t>
      </w:r>
    </w:p>
    <w:p w14:paraId="2F1F7F5B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gctgtaccta caggttatgt tgatacacct aataatacag atttttccag agttagtgct</w:t>
      </w:r>
    </w:p>
    <w:p w14:paraId="6665906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aaaccaccgc ctggagatca atttaaacac ctcataccac ttatgtacaa aggacttcct</w:t>
      </w:r>
    </w:p>
    <w:p w14:paraId="616106F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tggaatgtag tgcgtataaa gattgtacaa atgttaagtg acacacttaa aaatctctct</w:t>
      </w:r>
    </w:p>
    <w:p w14:paraId="62564717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gacagagtcg tatttgtctt atgggcacat ggctttgagt tgacatctat gaagtatttt</w:t>
      </w:r>
    </w:p>
    <w:p w14:paraId="22F2311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gtgaaaatag gacctgagcg cacctgttgt ctatgtgata gacgtgccac atgcttttcc</w:t>
      </w:r>
    </w:p>
    <w:p w14:paraId="40533E17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actgcttcag acacttatgc ctgttggcat cattctattg gatttgatta cgtctataat</w:t>
      </w:r>
    </w:p>
    <w:p w14:paraId="5481CB4D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ccgtttatga ttgatgttca acaatggggt tttacaggta acctacaaag caaccatgat</w:t>
      </w:r>
    </w:p>
    <w:p w14:paraId="126125BD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ctgtattgtc aagtccatgg taatgcacat gtagctagtt gtgatgcaat catgactagg</w:t>
      </w:r>
    </w:p>
    <w:p w14:paraId="33F17231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tgtctagctg tccacgagtg ctttgttaag cgtgttgact ggactattga atatcctata</w:t>
      </w:r>
    </w:p>
    <w:p w14:paraId="50B693EC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attggtgatg aactgaagat taatgcggct tgtagaaagg ttcaacacat ggttgttaaa</w:t>
      </w:r>
    </w:p>
    <w:p w14:paraId="0755A19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gctgcattat tagcagacaa attcccagtt cttcacgaca ttggtaaccc taaagctatt</w:t>
      </w:r>
    </w:p>
    <w:p w14:paraId="7B2439E6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aagtgtgtac ctcaagctga tgtagaatgg aagttctatg atgcacagcc ttgtagtgac</w:t>
      </w:r>
    </w:p>
    <w:p w14:paraId="37CE20EB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aaagcttata aaatagaaga attattctat tcttatgcca cacattctga caaattcaca</w:t>
      </w:r>
    </w:p>
    <w:p w14:paraId="79D1B4A7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gatggtgtat gcctattttg gaattgcaat gtcgatagat atcctgctaa ttccattgtt</w:t>
      </w:r>
    </w:p>
    <w:p w14:paraId="7D0C7056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tgtagatttg acactagagt gctatctaac cttaacttgc ctggttgtga tggtggcagt</w:t>
      </w:r>
    </w:p>
    <w:p w14:paraId="613E953E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ttgtatgtaa ataaacatgc attccacaca ccagcttttg ataaaagtgc ttttgttaat</w:t>
      </w:r>
    </w:p>
    <w:p w14:paraId="38F04B0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ttaaaacaat taccattttt ctattactct gacagtccat gtgagtctca tggaaaacaa</w:t>
      </w:r>
    </w:p>
    <w:p w14:paraId="757C48A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19381 gtagtgtcag atatagatta tgtaccacta aagtctgcta cgtgtataac acgttgcaat</w:t>
      </w:r>
    </w:p>
    <w:p w14:paraId="3BFB1B96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ttaggtggtg ctgtctgtag acatcatgct aatgagtaca gattgtatct cgatgcttat</w:t>
      </w:r>
    </w:p>
    <w:p w14:paraId="2B5E0DE7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aacatgatga tctcagctgg ctttagcttg tgggtttaca aacaatttga tacttataac</w:t>
      </w:r>
    </w:p>
    <w:p w14:paraId="52482A8A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ctctggaaca cttttacaag acttcagagt ttagaaaatg tggcttttaa tgttgtaaat</w:t>
      </w:r>
    </w:p>
    <w:p w14:paraId="3594BEE2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aagggacact ttgatggaca acagggtgaa gtaccagttt ctatcattaa taacactgtt</w:t>
      </w:r>
    </w:p>
    <w:p w14:paraId="266BBA45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tacacaaaag ttgatggtgt tgatgtagaa ttgtttgaaa ataaaacaac attacctgtt</w:t>
      </w:r>
    </w:p>
    <w:p w14:paraId="0DD5BE9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aatgtagcat ttgagctttg ggctaagcgc aacattaaac cagtaccaga ggtgaaaata</w:t>
      </w:r>
    </w:p>
    <w:p w14:paraId="5BFC5774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ctcaataatt tgggtgtgga cattgctgct aatactgtga tctgggacta caaaagagat</w:t>
      </w:r>
    </w:p>
    <w:p w14:paraId="7AB3DF5E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gctccagcac atatatctac tattggtgtt tgttctatga ctgacatagc caagaaacca</w:t>
      </w:r>
    </w:p>
    <w:p w14:paraId="618D1E5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actgaaacga tttgtgcacc actcactgtc ttttttgatg gtagagttga tggtcaagta</w:t>
      </w:r>
    </w:p>
    <w:p w14:paraId="7DD2FAD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gacttattta gaaatgcccg taatggtgtt cttattacag aaggtagtgt taaaggttta</w:t>
      </w:r>
    </w:p>
    <w:p w14:paraId="21EE5CF5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caaccatctg taggtcccaa acaagctagt cttaatggag tcacattaat tggagaagcc</w:t>
      </w:r>
    </w:p>
    <w:p w14:paraId="5070DBE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gtaaaaacac agttcaatta ttataagaaa gttgatggtg ttgtccaaca attacctgaa</w:t>
      </w:r>
    </w:p>
    <w:p w14:paraId="14AFF50C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acttacttta ctcagagtag aaatttacaa gaatttaaac ccaggagtca aatggaaatt</w:t>
      </w:r>
    </w:p>
    <w:p w14:paraId="3D588A94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gatttcttag aattagctat ggatgaattc attgaacggt ataaattaga aggctatgcc</w:t>
      </w:r>
    </w:p>
    <w:p w14:paraId="08C9129B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ttcgaacata tcgtttatgg agattttagt catagtcagt taggtggttt acatctactg</w:t>
      </w:r>
    </w:p>
    <w:p w14:paraId="24DB78A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attggactag ctaaacgttt taaggaatca ccttttgaat tagaagattt tattcctatg</w:t>
      </w:r>
    </w:p>
    <w:p w14:paraId="12B1AA24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gacagtacag ttaaaaacta tttcataaca gatgcgcaaa caggttcatc taagtgtgtg</w:t>
      </w:r>
    </w:p>
    <w:p w14:paraId="44D8F561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tgttctgtta ttgatttatt acttgatgat tttgttgaaa taataaaatc ccaagattta</w:t>
      </w:r>
    </w:p>
    <w:p w14:paraId="524A5CF5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tctgtagttt ctaaggttgt caaagtgact attgactata cagaaatttc atttatgctt</w:t>
      </w:r>
    </w:p>
    <w:p w14:paraId="09DD113A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tggtgtaaag atggccatgt agaaacattt tacccaaaat tacaatctag tcaagcgtgg</w:t>
      </w:r>
    </w:p>
    <w:p w14:paraId="00EA98F8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caaccgggtg ttgctatgcc taatctttac aaaatgcaaa gaatgctatt agaaaagtgt</w:t>
      </w:r>
    </w:p>
    <w:p w14:paraId="42FB0CBA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gaccttcaaa attatggtga tagtgcaaca ttacctaaag gcataatgat gaatgtcgca</w:t>
      </w:r>
    </w:p>
    <w:p w14:paraId="342422F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aaatatactc aactgtgtca atatttaaac acattaacat tagctgtacc ctataatatg</w:t>
      </w:r>
    </w:p>
    <w:p w14:paraId="695E82D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agagttatac attttggtgc tggttctgat aaaggagttg caccaggtac agctgtttta</w:t>
      </w:r>
    </w:p>
    <w:p w14:paraId="69CF8BBC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agacagtggt tgcctacggg tacgctgctt gtcgattcag atcttaatga ctttgtctct</w:t>
      </w:r>
    </w:p>
    <w:p w14:paraId="5A30AC9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gatgcagatt caactttgat tggtgattgt gcaactgtac atacagctaa taaatgggat</w:t>
      </w:r>
    </w:p>
    <w:p w14:paraId="185B3D3C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ctcattatta gtgatatgta cgaccctaag actaaaaatg ttacaaaaga aaatgactct</w:t>
      </w:r>
    </w:p>
    <w:p w14:paraId="7F48E8BB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aaagagggtt ttttcactta catttgtggg tttatacaac aaaagctagc tcttggaggt</w:t>
      </w:r>
    </w:p>
    <w:p w14:paraId="2B154825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tccgtggcta taaagataac agaacattct tggaatgctg atctttataa gctcatggga</w:t>
      </w:r>
    </w:p>
    <w:p w14:paraId="6A7D70CE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cacttcgcat ggtggacagc ctttgttact aatgtgaatg cgtcatcatc tgaagcattt</w:t>
      </w:r>
    </w:p>
    <w:p w14:paraId="695D85F8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ttaattggat gtaattatct tggcaaacca cgcgaacaaa tagatggtta tgtcatgcat</w:t>
      </w:r>
    </w:p>
    <w:p w14:paraId="43E973F4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gcaaattaca tattttggag gaatacaaat ccaattcagt tgtcttccta ttctttattt</w:t>
      </w:r>
    </w:p>
    <w:p w14:paraId="6E1230F4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gacatgagta aatttcccct taaattaagg ggtactgctg ttatgtcttt aaaagaaggt</w:t>
      </w:r>
    </w:p>
    <w:p w14:paraId="4AECEE4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caaatcaatg atatgatttt atctcttctt agtaaaggta gacttataat tagagaaaac</w:t>
      </w:r>
    </w:p>
    <w:p w14:paraId="7E7D504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aacagagttg ttatttctag tgatgttctt gttaacaact aaacgaacaa tgtttgtttt</w:t>
      </w:r>
    </w:p>
    <w:p w14:paraId="287DF975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tcttgtttta ttgccactag tctctagtca gtgtgttaat cttacaacca gaactcaatt</w:t>
      </w:r>
    </w:p>
    <w:p w14:paraId="03D7B794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accccctgca tacactaatt ctttcacacg tggtgtttat taccctgaca aagttttcag</w:t>
      </w:r>
    </w:p>
    <w:p w14:paraId="05AA537B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atcctcagtt ttacattcaa ctcaggactt gttcttacct ttcttttcca atgttacttg</w:t>
      </w:r>
    </w:p>
    <w:p w14:paraId="7251375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gttccatgtt atctctggga ccaatggtac taagaggttt gataaccctg tcctaccatt</w:t>
      </w:r>
    </w:p>
    <w:p w14:paraId="30C45A5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taatgatggt gtttattttg cttccattga gaagtctaac ataataagag gctggatttt</w:t>
      </w:r>
    </w:p>
    <w:p w14:paraId="77CAD116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tggtactact ttagattcga agacccagtc cctacttatt gttaataacg ctactaatgt</w:t>
      </w:r>
    </w:p>
    <w:p w14:paraId="3AC42125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21901 tgttattaaa gtctgtgaat ttcaattttg taatgatcca tttttggacc acaaaaacaa</w:t>
      </w:r>
    </w:p>
    <w:p w14:paraId="11384E81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caaaagttgg atggaaagtg agttcagagt ttattctagt gcgaataatt gcacttttga</w:t>
      </w:r>
    </w:p>
    <w:p w14:paraId="382857F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atatgtctct cagccttttc ttatggacct tgaaggaaaa cagggtaatt tcaaaaatct</w:t>
      </w:r>
    </w:p>
    <w:p w14:paraId="7EC3AC44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tagggaattt gtgtttaaga atattgatgg ttattttaaa atatattcta agcacacgcc</w:t>
      </w:r>
    </w:p>
    <w:p w14:paraId="33B4B17A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tattatagtg cgtgagccag aagatctccc tcagggtttt tcggctttag aaccattggt</w:t>
      </w:r>
    </w:p>
    <w:p w14:paraId="36096A11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agatttgcca ataggtatta acatcactag gtttcaaact ttacttgctt tacatagaag</w:t>
      </w:r>
    </w:p>
    <w:p w14:paraId="2236D25D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ttatttgact cctggtgatt cttcttcagg ttggacagct ggtgctgcag cttattatgt</w:t>
      </w:r>
    </w:p>
    <w:p w14:paraId="2C30F88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gggttatctt caacctagga cttttctatt aaaatataat gaaaatggaa ccattacaga</w:t>
      </w:r>
    </w:p>
    <w:p w14:paraId="6DBA219C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tgctgtagac tgtgcacttg accctctctc agaaacaaag tgtacgttga aatccttcac</w:t>
      </w:r>
    </w:p>
    <w:p w14:paraId="18A85915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tgtagaaaaa ggaatctatc aaacttctaa ctttagagtc caaccaacag aatctattgt</w:t>
      </w:r>
    </w:p>
    <w:p w14:paraId="0D6E3467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tagatttcct aatattacaa acttgtgccc ttttgatgaa gtttttaacg ccaccagatt</w:t>
      </w:r>
    </w:p>
    <w:p w14:paraId="57DD089E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tgcatctgtt tatgcttgga acaggaagag aatcagcaac tgtgttgctg attattctgt</w:t>
      </w:r>
    </w:p>
    <w:p w14:paraId="55A06DE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cctatataat ctcgcaccat ttttcacttt taagtgttat ggagtgtctc ctactaaatt</w:t>
      </w:r>
    </w:p>
    <w:p w14:paraId="06A48B2A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aaatgatctc tgctttacta atgtctatgc agattcattt gtaattagag gtgatgaagt</w:t>
      </w:r>
    </w:p>
    <w:p w14:paraId="717B7ABC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cagacaaatc gctccagggc aaactggaaa tattgctgat tataattata aattaccaga</w:t>
      </w:r>
    </w:p>
    <w:p w14:paraId="29206C25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tgattttaca ggctgcgtta tagcttggaa ttctaacaag cttgattcta aggttagtgg</w:t>
      </w:r>
    </w:p>
    <w:p w14:paraId="5BE18601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taattataat tacctgtata gattgtttag gaagtctaat ctcaaacctt ttgagagaga</w:t>
      </w:r>
    </w:p>
    <w:p w14:paraId="75DEC7E6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tatttcaact gaaatctatc aggccggtaa caaaccttgt aatggtgttg caggttttaa</w:t>
      </w:r>
    </w:p>
    <w:p w14:paraId="7EA7C63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ttgttacttt cctttacgat catatagttt ccgacccact tatggtgttg gtcaccaacc</w:t>
      </w:r>
    </w:p>
    <w:p w14:paraId="056B9847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atacagagta gtagtacttt cttttgaact tctacatgca ccagcaactg tttgtggacc</w:t>
      </w:r>
    </w:p>
    <w:p w14:paraId="0BBD981D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taaaaagtct actaatttgg ttaaaaacaa atgtgtcaat ttcaacttca atggtttaaa</w:t>
      </w:r>
    </w:p>
    <w:p w14:paraId="03814C7B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aggcacaggt gttcttactg agtctaacaa aaagtttctg cctttccaac aatttggcag</w:t>
      </w:r>
    </w:p>
    <w:p w14:paraId="125FCA27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agacattgct gacactactg atgctgtccg tgatccacag acacttgaga ttcttgacat</w:t>
      </w:r>
    </w:p>
    <w:p w14:paraId="7FDAE7D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tacaccatgt tcttttggtg gtgtcagtgt tataacacca ggaacaaata cttctaacca</w:t>
      </w:r>
    </w:p>
    <w:p w14:paraId="0BFE4E9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ggttgctgtt ctttatcagg gtgttaactg cacagaagtc cctgttgcta ttcatgcaga</w:t>
      </w:r>
    </w:p>
    <w:p w14:paraId="36191AEB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tcaacttact cctacttggc gtgtttattc tacaggttct aatgtttttc aaacacgtgc</w:t>
      </w:r>
    </w:p>
    <w:p w14:paraId="7C2A8814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aggctgttta ataggggctg aatatgtcaa caactcatat gagtgtgaca tacccattgg</w:t>
      </w:r>
    </w:p>
    <w:p w14:paraId="06B357E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tgcaggtata tgcgctagtt atcagactca gactaagtct catcggcggg cacgtagtgt</w:t>
      </w:r>
    </w:p>
    <w:p w14:paraId="293F533E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agctagtcaa tccatcattg cctacactat gtcacttggt gcagaaaatt cagttgctta</w:t>
      </w:r>
    </w:p>
    <w:p w14:paraId="7D6938B4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ctctaataac tctattgcca tacccacaaa ttttactatt agtgttacca cagaaattct</w:t>
      </w:r>
    </w:p>
    <w:p w14:paraId="48B140A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accagtgtct atgaccaaga catcagtaga ttgtacaatg tacatttgtg gtgattcaac</w:t>
      </w:r>
    </w:p>
    <w:p w14:paraId="530A6331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tgaatgcagc aatcttttgt tgcaatatgg cagtttttgt acacaattaa aacgtgcttt</w:t>
      </w:r>
    </w:p>
    <w:p w14:paraId="508C39CC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aactggaata gctgttgaac aagacaaaaa cacccaagaa gtttttgcac aagtcaaaca</w:t>
      </w:r>
    </w:p>
    <w:p w14:paraId="2E922FA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aatttacaaa acaccaccaa ttaaatattt tggtggtttt aatttttcac aaatattacc</w:t>
      </w:r>
    </w:p>
    <w:p w14:paraId="393A429A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agatccatca aaaccaagca agaggtcatt tattgaagat ctacttttca acaaagtgac</w:t>
      </w:r>
    </w:p>
    <w:p w14:paraId="0B19E53E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acttgcagat gctggcttca tcaaacaata tggtgattgc cttggtgata ttgctgctag</w:t>
      </w:r>
    </w:p>
    <w:p w14:paraId="7B7C2016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agacctcatt tgtgcacaaa agtttaaagg ccttactgtt ttgccacctt tgctcacaga</w:t>
      </w:r>
    </w:p>
    <w:p w14:paraId="63E7DE68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tgaaatgatt gctcaataca cttctgcact gttagcgggt acaatcactt ctggttggac</w:t>
      </w:r>
    </w:p>
    <w:p w14:paraId="514C23B5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ctttggtgca ggtgctgcat tacaaatacc atttgctatg caaatggctt ataggtttaa</w:t>
      </w:r>
    </w:p>
    <w:p w14:paraId="7102AE1E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tggtattgga gttacacaga atgttctcta tgagaaccaa aaattgattg ccaaccaatt</w:t>
      </w:r>
    </w:p>
    <w:p w14:paraId="0EDEAD2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taatagtgct attggcaaaa ttcaagactc actttcttcc acagcaagtg cacttggaaa</w:t>
      </w:r>
    </w:p>
    <w:p w14:paraId="0FA5C5E7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acttcaagat gtggtcaacc ataatgcaca agctttaaac acgcttgtta aacaacttag</w:t>
      </w:r>
    </w:p>
    <w:p w14:paraId="65A5F7B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24421 ctccaaattt ggtgcaattt caagtgtttt aaatgatatc ttttcacgtc ttgacaaagt</w:t>
      </w:r>
    </w:p>
    <w:p w14:paraId="2B1E4982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tgaggctgaa gtgcaaattg ataggttgat cacaggcaga cttcaaagtt tgcagacata</w:t>
      </w:r>
    </w:p>
    <w:p w14:paraId="43F6C204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tgtgactcaa caattaatta gagctgcaga aatcagagct tctgctaatc ttgctgctac</w:t>
      </w:r>
    </w:p>
    <w:p w14:paraId="6C7DD95C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taaaatgtca gagtgtgtac ttggacaatc aaaaagagtt gatttttgtg gaaagggcta</w:t>
      </w:r>
    </w:p>
    <w:p w14:paraId="33088A52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tcatcttatg tccttccctc agtcagcacc tcatggtgta gtcttcttgc atgtgactta</w:t>
      </w:r>
    </w:p>
    <w:p w14:paraId="69AF34D8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tgtccctgca caagaaaaga acttcacaac tgctcctgcc atttgtcatg atggaaaagc</w:t>
      </w:r>
    </w:p>
    <w:p w14:paraId="018B2022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acactttcct cgtgaaggtg tctttgtttc aaatggcaca cactggtttg taacacaaag</w:t>
      </w:r>
    </w:p>
    <w:p w14:paraId="515C6DC6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gaatttttat gaaccacaaa tcattactac agacaacaca tttgtgtctg gtaactgtga</w:t>
      </w:r>
    </w:p>
    <w:p w14:paraId="61EC325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tgttgtaata ggaattgtca acaacacagt ttatgatcct ttgcaacctg aattagattc</w:t>
      </w:r>
    </w:p>
    <w:p w14:paraId="3D5386F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attcaaggag gagttagata aatattttaa gaatcataca tcaccagatg ttgatttagg</w:t>
      </w:r>
    </w:p>
    <w:p w14:paraId="486CE83A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tgacatctct ggcattaatg cttcagttgt aaacattcaa aaagaaattg accgcctcaa</w:t>
      </w:r>
    </w:p>
    <w:p w14:paraId="1515CBA5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tgaggttgcc aagaatttaa atgaatctct catcgatctc caagaacttg gaaagtatga</w:t>
      </w:r>
    </w:p>
    <w:p w14:paraId="003232DD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gcagtatata aaatggccat ggtacatttg gctaggtttt atagctggct tgattgccat</w:t>
      </w:r>
    </w:p>
    <w:p w14:paraId="20D60B6C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agtaatggtg acaattatgc tttgctgtat gaccagttgc tgtagttgtc tcaagggctg</w:t>
      </w:r>
    </w:p>
    <w:p w14:paraId="4E80FE7C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ttgttcttgt ggatcctgct gcaaatttga tgaagacgac tctgagccag tgctcaaagg</w:t>
      </w:r>
    </w:p>
    <w:p w14:paraId="45AFB184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agtcaaatta cattacacat aaacgaactt atggatttgt ttatgagaat cttcacaatt</w:t>
      </w:r>
    </w:p>
    <w:p w14:paraId="0039DFF6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ggaactgtaa ctttgaagca aggtgaaatc aaggatgcta ctccttcaga ttttgttcgc</w:t>
      </w:r>
    </w:p>
    <w:p w14:paraId="47518D06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gctactgcaa cgataccgat acaagcctca ctccctttcg gatggcttat tgttggcgtt</w:t>
      </w:r>
    </w:p>
    <w:p w14:paraId="1E9C02EA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gcacttcttg ctgtttttca gagcgcttcc aaaatcataa ctctcaaaaa gagatggcaa</w:t>
      </w:r>
    </w:p>
    <w:p w14:paraId="622883CD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ctagcactct ccaagggtgt tcactttgtt tgcaacttgc tgttgttgtt tgtaacagtt</w:t>
      </w:r>
    </w:p>
    <w:p w14:paraId="4755438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tactcacacc ttttgctcgt tgctgctggc cttgaagccc cttttttcta tctttatgct</w:t>
      </w:r>
    </w:p>
    <w:p w14:paraId="2D0CC67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ttagtctact tcttgcagag tataaacttt gtaagaataa taatgaggct ttggctttgc</w:t>
      </w:r>
    </w:p>
    <w:p w14:paraId="5E26D26B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tggaaatgcc gttccaaaaa cccattactt tatgatgcca actattttct ttgctggcat</w:t>
      </w:r>
    </w:p>
    <w:p w14:paraId="12633122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actaattgtt acgactattg tataccttac aatagtgtaa cttcttcaat tgtcattact</w:t>
      </w:r>
    </w:p>
    <w:p w14:paraId="0260AC2A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tcaggtgatg gcacaacaag tcctatttct gaacatgact accagattgg tggttatact</w:t>
      </w:r>
    </w:p>
    <w:p w14:paraId="51B96D52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gaaaaatggg aatctggagt aaaagactgt gttgtattac acagttactt cacttcagac</w:t>
      </w:r>
    </w:p>
    <w:p w14:paraId="51A3C71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tattaccagc tgtactcaac tcaattgagt acagacactg gtgttgaaca tgttaccttc</w:t>
      </w:r>
    </w:p>
    <w:p w14:paraId="131AC31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ttcatctaca ataaaattgt tgatgagcct gaagaacatg tccaaattca cacaatcgac</w:t>
      </w:r>
    </w:p>
    <w:p w14:paraId="04B9E547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ggttcatccg gagttgttaa tccagtaatg gaaccaattt atgatgaacc gacgacgact</w:t>
      </w:r>
    </w:p>
    <w:p w14:paraId="6A9D8B9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actagcgtgc ctttgtaagc acaagctgat gagtacgaac ttatgtactc attcgtttcg</w:t>
      </w:r>
    </w:p>
    <w:p w14:paraId="39000B0C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gaagagatag gtacgttaat agttaatagc gtacttcttt ttcttgcttt cgtggtattc</w:t>
      </w:r>
    </w:p>
    <w:p w14:paraId="51B4AF3D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ttgctagtta cactagccat ccttactgcg cttcgattgt gtgcgtactg ctgcaatatt</w:t>
      </w:r>
    </w:p>
    <w:p w14:paraId="1BB395D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gttaacgtga gtcttgtaaa accttctttt tacgtttact ctcgtgttaa aaatctgaat</w:t>
      </w:r>
    </w:p>
    <w:p w14:paraId="53895644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tcttctagag ttcctgatct tctggtctaa acgaactaaa tattatatta gtttttctgt</w:t>
      </w:r>
    </w:p>
    <w:p w14:paraId="56BF48C4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ttggaacttt aattttagcc atggcaggtt ccaacggtac tattaccgtt gaagagctta</w:t>
      </w:r>
    </w:p>
    <w:p w14:paraId="03576DC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aaaagctcct tgaagaatgg aacctagtaa taggtttcct attccttaca tggatttgtc</w:t>
      </w:r>
    </w:p>
    <w:p w14:paraId="4C1B5EA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ttctacaatt tgcctatgcc aacaggaata ggtttttgta tataattaag ttaattttcc</w:t>
      </w:r>
    </w:p>
    <w:p w14:paraId="510C2EEC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tctggctgtt atggccagta actttaactt gttttgtgct tgctgctgtt tacagaataa</w:t>
      </w:r>
    </w:p>
    <w:p w14:paraId="5B70FB4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attggatcac cggtggaatt gctatcgcaa tggcttgtct tgtaggcttg atgtggctca</w:t>
      </w:r>
    </w:p>
    <w:p w14:paraId="1864FA6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gctacttcat tgcttctttc agactgtttg cgcgtacgcg ttccatgtgg tcattcaatc</w:t>
      </w:r>
    </w:p>
    <w:p w14:paraId="74E74E48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cagaaactaa cattcttctc aacgtgccac tccatggcac tattctgacc agaccgcttc</w:t>
      </w:r>
    </w:p>
    <w:p w14:paraId="68B30C9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tagaaagtga actcgtaatc ggagctgtga tccttcgtgg acatcttcgt attgctggac</w:t>
      </w:r>
    </w:p>
    <w:p w14:paraId="37F65D5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26941 accatctagg acgctgtgac atcaaggacc tgcctaaaga aatcactgtt gctacatcac</w:t>
      </w:r>
    </w:p>
    <w:p w14:paraId="01668DD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gaacgctttc ttattacaaa ttgggagctt cgcagcgtgt agcaggtgac tcaggttttg</w:t>
      </w:r>
    </w:p>
    <w:p w14:paraId="565C71C2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ctgcatacag tcgctacagg attggcaact ataaattaaa cacagaccat tccagtagca</w:t>
      </w:r>
    </w:p>
    <w:p w14:paraId="3384F49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gtgacaatat tgctttgctt gtacagtaag tgacaacaga tgtttcatct cgttgacttt</w:t>
      </w:r>
    </w:p>
    <w:p w14:paraId="0EA85DB6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caggttacta tagcagagat attactaatt attatgcgga cttttaaagt ttccatttgg</w:t>
      </w:r>
    </w:p>
    <w:p w14:paraId="6C1FD792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aatcttgatt acatcataaa cctcataatt aaaaatttat ctaagtcact aactgagaat</w:t>
      </w:r>
    </w:p>
    <w:p w14:paraId="1C9DEEA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aaatattctc aattagatga agagcaacca atggagattg attaaacgaa catgaaaatt</w:t>
      </w:r>
    </w:p>
    <w:p w14:paraId="71DA5FC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attcttttct tggcactgat aacactcgct acttgtgagc tttatcacta ccaagagtgt</w:t>
      </w:r>
    </w:p>
    <w:p w14:paraId="61984115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gttagaggta caacagtact tttaaaagaa ccttgctctt ctggaacata cgagggcaat</w:t>
      </w:r>
    </w:p>
    <w:p w14:paraId="2905B80B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tcaccatttc atcctctagc tgataacaaa tttgcactga cttgctttag cactcaattt</w:t>
      </w:r>
    </w:p>
    <w:p w14:paraId="5B7249AC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gcttttgctt gtcctgacgg cgtaaaacac gtctatcagt tacgtgccag atcagtttca</w:t>
      </w:r>
    </w:p>
    <w:p w14:paraId="4A8136DB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cctaaactgt tcatcagaca agaggaagtt caagaacttt actctccaat ttttcttatt</w:t>
      </w:r>
    </w:p>
    <w:p w14:paraId="5A22549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gttgcggcaa tagtgtttat aacactttgc ttcacactca aaagaaagac agaatgattg</w:t>
      </w:r>
    </w:p>
    <w:p w14:paraId="7212EC74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aactttcatt aattgacttc tatttgtgct ttttagcctt tctgttattc cttgttttaa</w:t>
      </w:r>
    </w:p>
    <w:p w14:paraId="5B061DAB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ttatgcttat tatcttttgg ttctcacttg aactgcaaga tcataatgaa acttgtcacg</w:t>
      </w:r>
    </w:p>
    <w:p w14:paraId="14AD08F5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cctaaacgaa catgaaattt cttgttttct taggaatcat cacaactgta gctgcatttc</w:t>
      </w:r>
    </w:p>
    <w:p w14:paraId="4D3D5EB1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accaagaatg tagtttacag tcatgtactc aacatcaacc atatgtagtt gatgacccgt</w:t>
      </w:r>
    </w:p>
    <w:p w14:paraId="46669546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gtcctattca cttctattct aaatggtata ttagagtagg agctagaaaa tcagcacctt</w:t>
      </w:r>
    </w:p>
    <w:p w14:paraId="68798AA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taattgaatt gtgcgtggat gaggctggtt ctaaatcacc cattcagtac atcgatatcg</w:t>
      </w:r>
    </w:p>
    <w:p w14:paraId="19C8010E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gtaattatac agtttcctgt ttacctttta caattaattg ccaggaacct aaattgggta</w:t>
      </w:r>
    </w:p>
    <w:p w14:paraId="28DD4344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gtcttgtagt gcgttgttcg ttctatgaag actttttaga gtatcatgac gttcgtgttg</w:t>
      </w:r>
    </w:p>
    <w:p w14:paraId="4B6A3EA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ttttagattt catctaaacg aacaaactta aatgtctgat aatggacccc aaaatcagcg</w:t>
      </w:r>
    </w:p>
    <w:p w14:paraId="45F15F6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aaatgcactc cgcattacgt ttggtggacc ctcagattca actggcagta accagaatgg</w:t>
      </w:r>
    </w:p>
    <w:p w14:paraId="57E700F6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tggggcgcga tcaaaacaac gtcggcccca aggtttaccc aataatactg cgtcttggtt</w:t>
      </w:r>
    </w:p>
    <w:p w14:paraId="541CBCD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caccgctctc actcaacatg gcaaggaaga ccttaaattc cctcgaggac aaggcgttcc</w:t>
      </w:r>
    </w:p>
    <w:p w14:paraId="6D84D43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aattaacacc aatagcagtc cagatgacca aattggctac taccgaagag ctaccagacg</w:t>
      </w:r>
    </w:p>
    <w:p w14:paraId="1BCE8C4A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aattcgtggt ggtgacggta aaatgaaaga tctcagtcca agatggtatt tctactacct</w:t>
      </w:r>
    </w:p>
    <w:p w14:paraId="5DE8B6D7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aggaactggg ccagaagctg gacttcccta tggtgctaac aaagacggca tcatatgggt</w:t>
      </w:r>
    </w:p>
    <w:p w14:paraId="43BB4CA4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tgcaactgag ggagccttga atacaccaaa agatcacatt ggcacccgca atcctgctaa</w:t>
      </w:r>
    </w:p>
    <w:p w14:paraId="0378170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caatgctgca atcgtgctac aacttcctca aggaacaaca ttgccaaaag gcttctacgc</w:t>
      </w:r>
    </w:p>
    <w:p w14:paraId="31194802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agaagggagc agaggcggca gtcaagcctc ttctcgttcc tcatcacgta gtcgcaacag</w:t>
      </w:r>
    </w:p>
    <w:p w14:paraId="31EC38FD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ttcaagaaat tcaactccag gcagcagtaa acgaacttct cctgctagaa tggctggcaa</w:t>
      </w:r>
    </w:p>
    <w:p w14:paraId="4E530798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tggcggtgat gctgctcttg ctttgctgct gcttgacaga ttgaaccagc ttgagagcaa</w:t>
      </w:r>
    </w:p>
    <w:p w14:paraId="62572935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aatgtctggt aaaggccaac aacaacaagg ccaaactgtc actaagaaat ctgctgctga</w:t>
      </w:r>
    </w:p>
    <w:p w14:paraId="44D4D20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ggcttctaag aagcctcggc aaaaacgtac tgccactaaa gcatacaatg taacacaagc</w:t>
      </w:r>
    </w:p>
    <w:p w14:paraId="338A7FCF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tttcggcaga cgtggtccag aacaaaccca aggaaatttt ggggaccagg aactaatcag</w:t>
      </w:r>
    </w:p>
    <w:p w14:paraId="6355E83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acaaggaact gattacaaac attggccgca aattgcacaa tttgccccca gcgcttcagc</w:t>
      </w:r>
    </w:p>
    <w:p w14:paraId="71B957EB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gttcttcgga atgtcgcgca ttggcatgga agtcacacct tcgggaacgt ggttgaccta</w:t>
      </w:r>
    </w:p>
    <w:p w14:paraId="6E6ED472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cacaggtgcc atcaaattgg atgacaaagg tccaaatttc aaagatcaag tcattttgct</w:t>
      </w:r>
    </w:p>
    <w:p w14:paraId="2CD8FFD8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gaataagcat attgacgcat acaaaacatt cccaccaaca gagcctaaaa aggacaaaaa</w:t>
      </w:r>
    </w:p>
    <w:p w14:paraId="1BDBC0A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gaagaaggct gatgaaactc aagccttacc gcagagacag aagaaacagc aaactgtgac</w:t>
      </w:r>
    </w:p>
    <w:p w14:paraId="5879E56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tcttcttcct gctgcagatt tggatgattt ctccaaacaa ttgcaacaat ccatgagcag</w:t>
      </w:r>
    </w:p>
    <w:p w14:paraId="5762CFD3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29461 tgctgactca actcaggcct aaactcatgc agaccacaca aggcagatgg gctatataaa</w:t>
      </w:r>
    </w:p>
    <w:p w14:paraId="04CBB3F6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cgttttcgct tttccgttta cgatatatag tctactcttg tgcagaatga attctcgtaa</w:t>
      </w:r>
    </w:p>
    <w:p w14:paraId="15C3A3D6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ctacatagca caagtagatg tagttaactt taatctcaca tagcaatctt taatcagtgt</w:t>
      </w:r>
    </w:p>
    <w:p w14:paraId="0D70F674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gtaacattag ggaggacttg aaagagccac cacattttca ccgaggccac gcggagtacg</w:t>
      </w:r>
    </w:p>
    <w:p w14:paraId="41AB6BF9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atcgagtgta cagtgaacaa tgctagggag agctgcctat atggaagann nnnnnnnnnn</w:t>
      </w:r>
    </w:p>
    <w:p w14:paraId="685A1342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nnnnnnnnnn nnnnnnnnnn nnnnnnnnnn nnnnnnnnnn nnnnnnnnnn nnnnnnnaaa</w:t>
      </w:r>
    </w:p>
    <w:p w14:paraId="62A1C914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 xml:space="preserve">    29821 aaaaaaaaaa aaaaaaaaaa aaaaaaaaaa aa</w:t>
      </w:r>
    </w:p>
    <w:p w14:paraId="73ABF900" w14:textId="77777777" w:rsidR="00B72E3E" w:rsidRPr="00B72E3E" w:rsidRDefault="00B72E3E" w:rsidP="00B72E3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72E3E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4B4BA8BA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E3E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72E3E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19C4CB"/>
  <w15:chartTrackingRefBased/>
  <w15:docId w15:val="{7547ECD2-F3AF-C643-9231-AB1589AE4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1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9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77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194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435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04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670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10765</Words>
  <Characters>61364</Characters>
  <Application>Microsoft Office Word</Application>
  <DocSecurity>0</DocSecurity>
  <Lines>511</Lines>
  <Paragraphs>143</Paragraphs>
  <ScaleCrop>false</ScaleCrop>
  <Company/>
  <LinksUpToDate>false</LinksUpToDate>
  <CharactersWithSpaces>71986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2023-02-01T11:02:00Z</dcterms:created>
  <dcterms:modified xsi:type="dcterms:W3CDTF">2023-02-01T11:03:00Z</dcterms:modified>
</cp:coreProperties>
</file>